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BF298" w14:textId="3D61EB80" w:rsidR="00574B11" w:rsidRPr="00A3507C" w:rsidRDefault="00574B11" w:rsidP="00DE12A4">
      <w:pPr>
        <w:widowControl w:val="0"/>
        <w:overflowPunct/>
        <w:topLinePunct w:val="0"/>
        <w:autoSpaceDE w:val="0"/>
        <w:autoSpaceDN w:val="0"/>
        <w:spacing w:line="340" w:lineRule="exact"/>
        <w:jc w:val="center"/>
        <w:textAlignment w:val="auto"/>
        <w:rPr>
          <w:rFonts w:ascii="ＭＳ ゴシック" w:eastAsia="ＭＳ ゴシック" w:hAnsi="ＭＳ ゴシック"/>
          <w:kern w:val="0"/>
          <w:sz w:val="28"/>
          <w:szCs w:val="28"/>
          <w:lang w:bidi="ar-SA"/>
        </w:rPr>
      </w:pPr>
      <w:r w:rsidRPr="00A3507C">
        <w:rPr>
          <w:rFonts w:ascii="ＭＳ ゴシック" w:eastAsia="ＭＳ ゴシック" w:hAnsi="ＭＳ ゴシック" w:hint="eastAsia"/>
          <w:kern w:val="0"/>
          <w:sz w:val="28"/>
          <w:szCs w:val="28"/>
          <w:lang w:bidi="ar-SA"/>
        </w:rPr>
        <w:t>「臨床発達心理士」大学院シラバスの指定科目単位認定申請</w:t>
      </w:r>
    </w:p>
    <w:p w14:paraId="7DB6A534" w14:textId="2A89206B" w:rsidR="00574B11" w:rsidRPr="00A3507C" w:rsidRDefault="00574B11" w:rsidP="00DE12A4">
      <w:pPr>
        <w:widowControl w:val="0"/>
        <w:overflowPunct/>
        <w:topLinePunct w:val="0"/>
        <w:autoSpaceDE w:val="0"/>
        <w:autoSpaceDN w:val="0"/>
        <w:spacing w:line="340" w:lineRule="exact"/>
        <w:jc w:val="center"/>
        <w:textAlignment w:val="auto"/>
        <w:rPr>
          <w:rFonts w:ascii="ＭＳ ゴシック" w:eastAsia="ＭＳ ゴシック" w:hAnsi="ＭＳ ゴシック"/>
          <w:kern w:val="0"/>
          <w:sz w:val="28"/>
          <w:szCs w:val="28"/>
          <w:lang w:bidi="ar-SA"/>
        </w:rPr>
      </w:pPr>
      <w:r w:rsidRPr="00A3507C">
        <w:rPr>
          <w:rFonts w:ascii="ＭＳ ゴシック" w:eastAsia="ＭＳ ゴシック" w:hAnsi="ＭＳ ゴシック" w:hint="eastAsia"/>
          <w:kern w:val="0"/>
          <w:sz w:val="28"/>
          <w:szCs w:val="28"/>
          <w:lang w:bidi="ar-SA"/>
        </w:rPr>
        <w:t>提出</w:t>
      </w:r>
      <w:r w:rsidR="00E92424">
        <w:rPr>
          <w:rFonts w:ascii="ＭＳ ゴシック" w:eastAsia="ＭＳ ゴシック" w:hAnsi="ＭＳ ゴシック" w:hint="eastAsia"/>
          <w:kern w:val="0"/>
          <w:sz w:val="28"/>
          <w:szCs w:val="28"/>
          <w:lang w:bidi="ar-SA"/>
        </w:rPr>
        <w:t>ファイル</w:t>
      </w:r>
      <w:r w:rsidRPr="00A3507C">
        <w:rPr>
          <w:rFonts w:ascii="ＭＳ ゴシック" w:eastAsia="ＭＳ ゴシック" w:hAnsi="ＭＳ ゴシック" w:hint="eastAsia"/>
          <w:kern w:val="0"/>
          <w:sz w:val="28"/>
          <w:szCs w:val="28"/>
          <w:lang w:bidi="ar-SA"/>
        </w:rPr>
        <w:t>一覧表</w:t>
      </w:r>
    </w:p>
    <w:p w14:paraId="62ECC2FC" w14:textId="445188FD" w:rsidR="00574B11" w:rsidRPr="00A3507C" w:rsidRDefault="00574B11" w:rsidP="00DE12A4">
      <w:pPr>
        <w:widowControl w:val="0"/>
        <w:overflowPunct/>
        <w:topLinePunct w:val="0"/>
        <w:autoSpaceDE w:val="0"/>
        <w:autoSpaceDN w:val="0"/>
        <w:spacing w:line="340" w:lineRule="exact"/>
        <w:jc w:val="center"/>
        <w:textAlignment w:val="auto"/>
        <w:rPr>
          <w:rFonts w:ascii="ＭＳ ゴシック" w:eastAsia="ＭＳ ゴシック" w:hAnsi="ＭＳ ゴシック"/>
          <w:kern w:val="0"/>
          <w:sz w:val="22"/>
          <w:szCs w:val="22"/>
          <w:lang w:bidi="ar-SA"/>
        </w:rPr>
      </w:pPr>
      <w:r w:rsidRPr="00A3507C">
        <w:rPr>
          <w:rFonts w:ascii="ＭＳ ゴシック" w:eastAsia="ＭＳ ゴシック" w:hAnsi="ＭＳ ゴシック" w:hint="eastAsia"/>
          <w:kern w:val="0"/>
          <w:sz w:val="22"/>
          <w:szCs w:val="22"/>
          <w:lang w:bidi="ar-SA"/>
        </w:rPr>
        <w:t>（</w:t>
      </w:r>
      <w:r w:rsidR="009F70EE">
        <w:rPr>
          <w:rFonts w:ascii="ＭＳ ゴシック" w:eastAsia="ＭＳ ゴシック" w:hAnsi="ＭＳ ゴシック" w:hint="eastAsia"/>
          <w:kern w:val="0"/>
          <w:sz w:val="22"/>
          <w:szCs w:val="22"/>
          <w:lang w:bidi="ar-SA"/>
        </w:rPr>
        <w:t>提出前に印刷をしてご確認ください。提出は不要です。</w:t>
      </w:r>
      <w:r w:rsidRPr="00A3507C">
        <w:rPr>
          <w:rFonts w:ascii="ＭＳ ゴシック" w:eastAsia="ＭＳ ゴシック" w:hAnsi="ＭＳ ゴシック" w:hint="eastAsia"/>
          <w:kern w:val="0"/>
          <w:sz w:val="22"/>
          <w:szCs w:val="22"/>
          <w:lang w:bidi="ar-SA"/>
        </w:rPr>
        <w:t>）</w:t>
      </w:r>
    </w:p>
    <w:p w14:paraId="30012A92" w14:textId="17DD42DA" w:rsidR="00574B11" w:rsidRPr="00A3507C" w:rsidRDefault="00574B11" w:rsidP="00574B11">
      <w:pPr>
        <w:widowControl w:val="0"/>
        <w:overflowPunct/>
        <w:topLinePunct w:val="0"/>
        <w:autoSpaceDE w:val="0"/>
        <w:autoSpaceDN w:val="0"/>
        <w:spacing w:line="240" w:lineRule="auto"/>
        <w:ind w:firstLineChars="300" w:firstLine="720"/>
        <w:jc w:val="center"/>
        <w:textAlignment w:val="auto"/>
        <w:rPr>
          <w:rFonts w:ascii="ＭＳ ゴシック" w:eastAsia="ＭＳ ゴシック" w:hAnsi="ＭＳ ゴシック"/>
          <w:kern w:val="0"/>
          <w:sz w:val="24"/>
          <w:szCs w:val="24"/>
          <w:lang w:bidi="ar-SA"/>
        </w:rPr>
      </w:pPr>
    </w:p>
    <w:p w14:paraId="37CAE188" w14:textId="46D063AE" w:rsidR="00574B11" w:rsidRPr="00A3507C" w:rsidRDefault="00574B11" w:rsidP="00574B11">
      <w:pPr>
        <w:tabs>
          <w:tab w:val="left" w:pos="1512"/>
        </w:tabs>
        <w:spacing w:line="600" w:lineRule="exact"/>
        <w:ind w:leftChars="270" w:left="540"/>
        <w:rPr>
          <w:rFonts w:ascii="ＭＳ 明朝"/>
          <w:sz w:val="24"/>
          <w:u w:val="single"/>
        </w:rPr>
      </w:pPr>
      <w:r w:rsidRPr="00A3507C">
        <w:rPr>
          <w:rFonts w:ascii="ＭＳ 明朝" w:hAnsi="ＭＳ 明朝" w:hint="eastAsia"/>
          <w:sz w:val="24"/>
        </w:rPr>
        <w:t>申請大学院名</w:t>
      </w:r>
      <w:r w:rsidRPr="00A3507C">
        <w:rPr>
          <w:rFonts w:ascii="ＭＳ 明朝"/>
          <w:sz w:val="24"/>
        </w:rPr>
        <w:tab/>
      </w:r>
      <w:r w:rsidRPr="00A3507C">
        <w:rPr>
          <w:rFonts w:ascii="ＭＳ 明朝" w:hAnsi="ＭＳ 明朝" w:hint="eastAsia"/>
          <w:sz w:val="24"/>
          <w:u w:val="single"/>
        </w:rPr>
        <w:t xml:space="preserve">　　　　　　　　　　大学大学院</w:t>
      </w:r>
    </w:p>
    <w:p w14:paraId="7D3AE49C" w14:textId="16F68F1C" w:rsidR="00574B11" w:rsidRPr="00A3507C" w:rsidRDefault="00574B11" w:rsidP="00574B11">
      <w:pPr>
        <w:widowControl w:val="0"/>
        <w:overflowPunct/>
        <w:topLinePunct w:val="0"/>
        <w:autoSpaceDE w:val="0"/>
        <w:autoSpaceDN w:val="0"/>
        <w:spacing w:line="480" w:lineRule="auto"/>
        <w:ind w:leftChars="1080" w:left="2160"/>
        <w:textAlignment w:val="auto"/>
        <w:rPr>
          <w:rFonts w:cs="ＭＳ Ｐゴシック"/>
          <w:kern w:val="0"/>
          <w:sz w:val="21"/>
          <w:szCs w:val="21"/>
          <w:lang w:bidi="ar-SA"/>
        </w:rPr>
      </w:pPr>
      <w:r w:rsidRPr="00A3507C">
        <w:rPr>
          <w:rFonts w:ascii="ＭＳ 明朝" w:hAnsi="ＭＳ 明朝" w:hint="eastAsia"/>
          <w:sz w:val="24"/>
          <w:u w:val="single"/>
        </w:rPr>
        <w:t xml:space="preserve">　　　　　　　　　　研究科　　　　　　　　　　　　専攻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2551"/>
        <w:gridCol w:w="1985"/>
        <w:gridCol w:w="2268"/>
        <w:gridCol w:w="850"/>
      </w:tblGrid>
      <w:tr w:rsidR="004C177C" w:rsidRPr="00A3507C" w14:paraId="3C6B91D8" w14:textId="1F84C949" w:rsidTr="00785775">
        <w:trPr>
          <w:trHeight w:val="538"/>
        </w:trPr>
        <w:tc>
          <w:tcPr>
            <w:tcW w:w="141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E980944" w14:textId="77777777" w:rsidR="004C177C" w:rsidRDefault="004C177C" w:rsidP="00C108E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4536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B10B66" w14:textId="77777777" w:rsidR="004C177C" w:rsidRDefault="004C177C" w:rsidP="004C177C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="ＭＳ ゴシック" w:eastAsia="ＭＳ ゴシック" w:hAnsi="ＭＳ ゴシック" w:cs="ＭＳ Ｐゴシック"/>
                <w:kern w:val="0"/>
                <w:szCs w:val="20"/>
                <w:lang w:bidi="ar-SA"/>
              </w:rPr>
            </w:pPr>
          </w:p>
          <w:p w14:paraId="485899FC" w14:textId="28A0A479" w:rsidR="004C177C" w:rsidRPr="00A3507C" w:rsidRDefault="004C177C" w:rsidP="00C108E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kern w:val="0"/>
                <w:szCs w:val="20"/>
                <w:lang w:bidi="ar-SA"/>
              </w:rPr>
            </w:pPr>
            <w:r w:rsidRPr="00A3507C">
              <w:rPr>
                <w:rFonts w:ascii="ＭＳ ゴシック" w:eastAsia="ＭＳ ゴシック" w:hAnsi="ＭＳ ゴシック" w:cs="ＭＳ Ｐゴシック" w:hint="eastAsia"/>
                <w:kern w:val="0"/>
                <w:szCs w:val="20"/>
                <w:lang w:bidi="ar-SA"/>
              </w:rPr>
              <w:t>提出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0"/>
                <w:lang w:bidi="ar-SA"/>
              </w:rPr>
              <w:t>ファイル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2EAA78" w14:textId="77777777" w:rsidR="004C177C" w:rsidRPr="00A3507C" w:rsidRDefault="004C177C" w:rsidP="00C108E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kern w:val="0"/>
                <w:szCs w:val="20"/>
                <w:lang w:bidi="ar-SA"/>
              </w:rPr>
            </w:pPr>
            <w:r w:rsidRPr="00A3507C">
              <w:rPr>
                <w:rFonts w:ascii="ＭＳ ゴシック" w:eastAsia="ＭＳ ゴシック" w:hAnsi="ＭＳ ゴシック" w:cs="ＭＳ Ｐゴシック" w:hint="eastAsia"/>
                <w:kern w:val="0"/>
                <w:szCs w:val="20"/>
                <w:lang w:bidi="ar-SA"/>
              </w:rPr>
              <w:t>確認欄</w:t>
            </w:r>
          </w:p>
          <w:p w14:paraId="442AA9D2" w14:textId="68B368A2" w:rsidR="004C177C" w:rsidRPr="00A3507C" w:rsidRDefault="004C177C" w:rsidP="00C108E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kern w:val="0"/>
                <w:szCs w:val="20"/>
                <w:lang w:bidi="ar-SA"/>
              </w:rPr>
            </w:pPr>
            <w:r w:rsidRPr="00381A31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  <w:lang w:bidi="ar-SA"/>
              </w:rPr>
              <w:t>申請科目数には数を</w:t>
            </w:r>
            <w:r w:rsidRPr="00A3507C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  <w:lang w:bidi="ar-SA"/>
              </w:rPr>
              <w:t>記入してください。</w:t>
            </w:r>
          </w:p>
        </w:tc>
      </w:tr>
      <w:tr w:rsidR="004C177C" w:rsidRPr="00A3507C" w14:paraId="5685CE2A" w14:textId="33C1AEE3" w:rsidTr="00785775">
        <w:trPr>
          <w:trHeight w:val="546"/>
        </w:trPr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C37F3C3" w14:textId="77777777" w:rsidR="004C177C" w:rsidRPr="00F8557A" w:rsidRDefault="004C177C" w:rsidP="00C108E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FEFE45" w14:textId="7A424AAE" w:rsidR="004C177C" w:rsidRPr="00F8557A" w:rsidRDefault="004C177C" w:rsidP="00C108E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6D69CC" w14:textId="45C1F4D4" w:rsidR="004C177C" w:rsidRPr="00F8557A" w:rsidRDefault="004C177C" w:rsidP="00093A9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  <w:r>
              <w:rPr>
                <w:rFonts w:cs="ＭＳ Ｐゴシック" w:hint="eastAsia"/>
                <w:kern w:val="0"/>
                <w:szCs w:val="20"/>
                <w:lang w:bidi="ar-SA"/>
              </w:rPr>
              <w:t>申請科目数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806A96" w14:textId="1F3B2A94" w:rsidR="004C177C" w:rsidRPr="00900BBC" w:rsidRDefault="004C177C" w:rsidP="00093A9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  <w:r>
              <w:rPr>
                <w:rFonts w:cs="ＭＳ Ｐゴシック" w:hint="eastAsia"/>
                <w:kern w:val="0"/>
                <w:szCs w:val="20"/>
                <w:lang w:bidi="ar-SA"/>
              </w:rPr>
              <w:t>確認</w:t>
            </w:r>
          </w:p>
        </w:tc>
      </w:tr>
      <w:tr w:rsidR="007D6F45" w:rsidRPr="00A3507C" w14:paraId="0769B4E3" w14:textId="05AC8D0E" w:rsidTr="009F70EE">
        <w:trPr>
          <w:trHeight w:val="786"/>
        </w:trPr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14:paraId="65F4FCBF" w14:textId="77777777" w:rsidR="007D6F45" w:rsidRDefault="007D6F45" w:rsidP="007D6F45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  <w:p w14:paraId="1211E1C5" w14:textId="77777777" w:rsidR="007D6F45" w:rsidRDefault="007D6F45" w:rsidP="007D6F45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  <w:p w14:paraId="005548ED" w14:textId="77777777" w:rsidR="007D6F45" w:rsidRDefault="007D6F45" w:rsidP="007D6F45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  <w:p w14:paraId="12D7B422" w14:textId="77777777" w:rsidR="007D6F45" w:rsidRDefault="007D6F45" w:rsidP="007D6F45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  <w:p w14:paraId="6DFF92EC" w14:textId="77777777" w:rsidR="007D6F45" w:rsidRDefault="007D6F45" w:rsidP="007D6F45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  <w:p w14:paraId="3F155C1A" w14:textId="78263D03" w:rsidR="007D6F45" w:rsidRPr="00F8557A" w:rsidRDefault="007D6F45" w:rsidP="007D6F45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  <w:r>
              <w:rPr>
                <w:rFonts w:cs="ＭＳ Ｐゴシック" w:hint="eastAsia"/>
                <w:kern w:val="0"/>
                <w:szCs w:val="20"/>
                <w:lang w:bidi="ar-SA"/>
              </w:rPr>
              <w:t>新規申請科目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015F144" w14:textId="77777777" w:rsidR="007D6F45" w:rsidRPr="00F8557A" w:rsidRDefault="007D6F45" w:rsidP="00C108E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  <w:r w:rsidRPr="00F8557A">
              <w:rPr>
                <w:rFonts w:cs="ＭＳ Ｐゴシック" w:hint="eastAsia"/>
                <w:kern w:val="0"/>
                <w:szCs w:val="20"/>
                <w:lang w:bidi="ar-SA"/>
              </w:rPr>
              <w:t>様式</w:t>
            </w:r>
            <w:r>
              <w:rPr>
                <w:rFonts w:cs="ＭＳ Ｐゴシック"/>
                <w:kern w:val="0"/>
                <w:szCs w:val="20"/>
                <w:lang w:bidi="ar-SA"/>
              </w:rPr>
              <w:t>1</w:t>
            </w:r>
            <w:r w:rsidRPr="00F8557A">
              <w:rPr>
                <w:rFonts w:cs="ＭＳ Ｐゴシック"/>
                <w:kern w:val="0"/>
                <w:szCs w:val="20"/>
                <w:lang w:bidi="ar-SA"/>
              </w:rPr>
              <w:t xml:space="preserve">-1 </w:t>
            </w:r>
          </w:p>
          <w:p w14:paraId="74F4B854" w14:textId="1B125078" w:rsidR="007D6F45" w:rsidRPr="00F8557A" w:rsidRDefault="007D6F45" w:rsidP="00093A9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  <w:r w:rsidRPr="00F8557A">
              <w:rPr>
                <w:rFonts w:cs="ＭＳ Ｐゴシック" w:hint="eastAsia"/>
                <w:kern w:val="0"/>
                <w:szCs w:val="20"/>
                <w:lang w:bidi="ar-SA"/>
              </w:rPr>
              <w:t>申請科目一覧表</w:t>
            </w:r>
            <w:r w:rsidR="009F70EE">
              <w:rPr>
                <w:rFonts w:cs="ＭＳ Ｐゴシック" w:hint="eastAsia"/>
                <w:kern w:val="0"/>
                <w:szCs w:val="20"/>
                <w:lang w:bidi="ar-SA"/>
              </w:rPr>
              <w:t>（</w:t>
            </w:r>
            <w:r w:rsidR="009F70EE">
              <w:rPr>
                <w:rFonts w:cs="ＭＳ Ｐゴシック" w:hint="eastAsia"/>
                <w:kern w:val="0"/>
                <w:szCs w:val="20"/>
                <w:lang w:bidi="ar-SA"/>
              </w:rPr>
              <w:t>E</w:t>
            </w:r>
            <w:r w:rsidR="009F70EE">
              <w:rPr>
                <w:rFonts w:cs="ＭＳ Ｐゴシック"/>
                <w:kern w:val="0"/>
                <w:szCs w:val="20"/>
                <w:lang w:bidi="ar-SA"/>
              </w:rPr>
              <w:t>xcel</w:t>
            </w:r>
            <w:r w:rsidR="009F70EE">
              <w:rPr>
                <w:rFonts w:cs="ＭＳ Ｐゴシック" w:hint="eastAsia"/>
                <w:kern w:val="0"/>
                <w:szCs w:val="20"/>
                <w:lang w:bidi="ar-SA"/>
              </w:rPr>
              <w:t>）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6B506CC5" w14:textId="77777777" w:rsidR="007D6F45" w:rsidRPr="00F8557A" w:rsidRDefault="007D6F45" w:rsidP="00093A9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2F98AC" w14:textId="77777777" w:rsidR="007D6F45" w:rsidRPr="00F8557A" w:rsidRDefault="007D6F45" w:rsidP="00093A9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AB5167" w:rsidRPr="00A3507C" w14:paraId="7B12A5DA" w14:textId="788000CC" w:rsidTr="009F70EE">
        <w:trPr>
          <w:trHeight w:val="647"/>
        </w:trPr>
        <w:tc>
          <w:tcPr>
            <w:tcW w:w="1418" w:type="dxa"/>
            <w:vMerge/>
          </w:tcPr>
          <w:p w14:paraId="2D4B9069" w14:textId="77777777" w:rsidR="00AB5167" w:rsidRPr="00743624" w:rsidRDefault="00AB5167" w:rsidP="0018704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vAlign w:val="center"/>
          </w:tcPr>
          <w:p w14:paraId="1E251CD9" w14:textId="5D7359DE" w:rsidR="00AB5167" w:rsidRPr="00743624" w:rsidRDefault="00AB5167" w:rsidP="0018704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bookmarkStart w:id="0" w:name="_Hlk64643951"/>
            <w:bookmarkStart w:id="1" w:name="_Hlk64643860"/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様式</w:t>
            </w:r>
            <w:r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  <w:t>2</w:t>
            </w: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 xml:space="preserve">　　</w:t>
            </w:r>
          </w:p>
          <w:p w14:paraId="0F243DBD" w14:textId="4E65456C" w:rsidR="00AB5167" w:rsidRPr="00743624" w:rsidRDefault="00AB5167" w:rsidP="0018704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科目内容基準とシラバス内容の対応表：</w:t>
            </w:r>
          </w:p>
          <w:p w14:paraId="2F942AFC" w14:textId="7C612996" w:rsidR="00AB5167" w:rsidRPr="00743624" w:rsidRDefault="00AB5167" w:rsidP="0018704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臨床発達心理学の基礎に関する科目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1B71DB0" w14:textId="54B55302" w:rsidR="00AB5167" w:rsidRPr="00743624" w:rsidRDefault="00AB5167" w:rsidP="00004369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対応表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651CE8" w14:textId="77777777" w:rsidR="00AB5167" w:rsidRPr="00A3507C" w:rsidRDefault="00AB5167" w:rsidP="0018704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94EE5F" w14:textId="77777777" w:rsidR="00AB5167" w:rsidRPr="00A3507C" w:rsidRDefault="00AB5167" w:rsidP="0018704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AB5167" w:rsidRPr="00A3507C" w14:paraId="05035942" w14:textId="0F778909" w:rsidTr="009F70EE">
        <w:trPr>
          <w:trHeight w:val="587"/>
        </w:trPr>
        <w:tc>
          <w:tcPr>
            <w:tcW w:w="1418" w:type="dxa"/>
            <w:vMerge/>
          </w:tcPr>
          <w:p w14:paraId="2FF81350" w14:textId="77777777" w:rsidR="00AB5167" w:rsidRPr="00743624" w:rsidRDefault="00AB5167" w:rsidP="0018704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  <w:vAlign w:val="center"/>
          </w:tcPr>
          <w:p w14:paraId="6A0F2D39" w14:textId="7BC42CD0" w:rsidR="00AB5167" w:rsidRPr="00743624" w:rsidRDefault="00AB5167" w:rsidP="0018704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5719788" w14:textId="3BB382C7" w:rsidR="00AB5167" w:rsidRPr="00743624" w:rsidRDefault="00AB5167" w:rsidP="00004369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対応するシラバスの</w:t>
            </w:r>
            <w:r w:rsidR="00E924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PDF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83F963" w14:textId="77777777" w:rsidR="00AB5167" w:rsidRPr="00A3507C" w:rsidRDefault="00AB5167" w:rsidP="0018704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D9D35A" w14:textId="77777777" w:rsidR="00AB5167" w:rsidRPr="00A3507C" w:rsidRDefault="00AB5167" w:rsidP="0018704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AB5167" w:rsidRPr="00A3507C" w14:paraId="029CB482" w14:textId="216A39CB" w:rsidTr="009F70EE">
        <w:trPr>
          <w:trHeight w:val="647"/>
        </w:trPr>
        <w:tc>
          <w:tcPr>
            <w:tcW w:w="1418" w:type="dxa"/>
            <w:vMerge/>
          </w:tcPr>
          <w:p w14:paraId="73CE6EDA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bookmarkEnd w:id="0"/>
        <w:tc>
          <w:tcPr>
            <w:tcW w:w="2551" w:type="dxa"/>
            <w:vMerge w:val="restart"/>
            <w:tcBorders>
              <w:right w:val="single" w:sz="4" w:space="0" w:color="auto"/>
            </w:tcBorders>
            <w:vAlign w:val="center"/>
          </w:tcPr>
          <w:p w14:paraId="63E6DC36" w14:textId="1B324D5B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様式</w:t>
            </w:r>
            <w:r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  <w:t>3</w:t>
            </w: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 xml:space="preserve">　　</w:t>
            </w:r>
          </w:p>
          <w:p w14:paraId="2A9AE7B9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科目内容基準とシラバス内容の対応表：</w:t>
            </w:r>
          </w:p>
          <w:p w14:paraId="13B87176" w14:textId="1F652773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臨床発達支援の専門性に関する科目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5E579C3" w14:textId="77777777" w:rsidR="00AB5167" w:rsidRPr="00743624" w:rsidRDefault="00AB5167" w:rsidP="00004369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対応表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7CE2A9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106FC6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AB5167" w:rsidRPr="00A3507C" w14:paraId="2FC1CD1A" w14:textId="1264C2E5" w:rsidTr="009F70EE">
        <w:trPr>
          <w:trHeight w:val="576"/>
        </w:trPr>
        <w:tc>
          <w:tcPr>
            <w:tcW w:w="1418" w:type="dxa"/>
            <w:vMerge/>
          </w:tcPr>
          <w:p w14:paraId="23DDC609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  <w:vAlign w:val="center"/>
          </w:tcPr>
          <w:p w14:paraId="50C58DD5" w14:textId="26B90ABD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5DEFD79" w14:textId="300AAF3E" w:rsidR="00AB5167" w:rsidRPr="00743624" w:rsidRDefault="00AB5167" w:rsidP="00004369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対応するシラバスの</w:t>
            </w:r>
            <w:r w:rsidR="00E924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PDF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AED451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13D43C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AB5167" w:rsidRPr="00A3507C" w14:paraId="1262044B" w14:textId="0B036DF3" w:rsidTr="009F70EE">
        <w:trPr>
          <w:trHeight w:val="647"/>
        </w:trPr>
        <w:tc>
          <w:tcPr>
            <w:tcW w:w="1418" w:type="dxa"/>
            <w:vMerge/>
          </w:tcPr>
          <w:p w14:paraId="11A6DD31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bookmarkEnd w:id="1"/>
        <w:tc>
          <w:tcPr>
            <w:tcW w:w="2551" w:type="dxa"/>
            <w:vMerge w:val="restart"/>
            <w:tcBorders>
              <w:right w:val="single" w:sz="4" w:space="0" w:color="auto"/>
            </w:tcBorders>
            <w:vAlign w:val="center"/>
          </w:tcPr>
          <w:p w14:paraId="599DF316" w14:textId="24DB71BB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様式</w:t>
            </w:r>
            <w:r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  <w:t>4</w:t>
            </w: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 xml:space="preserve">　　</w:t>
            </w:r>
          </w:p>
          <w:p w14:paraId="1B838257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科目内容基準とシラバス内容の対応表：</w:t>
            </w:r>
          </w:p>
          <w:p w14:paraId="1F2BF3F0" w14:textId="28ACD8BA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認知発達とその支援に関する科目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439F7BB" w14:textId="77777777" w:rsidR="00AB5167" w:rsidRPr="00743624" w:rsidRDefault="00AB5167" w:rsidP="00004369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対応表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E1ADF4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DB4E91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AB5167" w:rsidRPr="00A3507C" w14:paraId="7D5CE905" w14:textId="4927DCE0" w:rsidTr="009F70EE">
        <w:trPr>
          <w:trHeight w:val="576"/>
        </w:trPr>
        <w:tc>
          <w:tcPr>
            <w:tcW w:w="1418" w:type="dxa"/>
            <w:vMerge/>
          </w:tcPr>
          <w:p w14:paraId="589B614A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  <w:vAlign w:val="center"/>
          </w:tcPr>
          <w:p w14:paraId="554B6F23" w14:textId="5B369913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9F36CE7" w14:textId="59738890" w:rsidR="00AB5167" w:rsidRPr="00743624" w:rsidRDefault="00AB5167" w:rsidP="00004369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対応するシラバスの</w:t>
            </w:r>
            <w:r w:rsidR="00E924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PDF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A5B5EF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414765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AB5167" w:rsidRPr="00A3507C" w14:paraId="12CBFFF2" w14:textId="625A75D4" w:rsidTr="009F70EE">
        <w:trPr>
          <w:trHeight w:val="647"/>
        </w:trPr>
        <w:tc>
          <w:tcPr>
            <w:tcW w:w="1418" w:type="dxa"/>
            <w:vMerge/>
          </w:tcPr>
          <w:p w14:paraId="4F82E774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vAlign w:val="center"/>
          </w:tcPr>
          <w:p w14:paraId="4DBB022B" w14:textId="2C4433C5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bookmarkStart w:id="2" w:name="_Hlk64644090"/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様式</w:t>
            </w:r>
            <w:r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5</w:t>
            </w: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 xml:space="preserve">　　</w:t>
            </w:r>
          </w:p>
          <w:p w14:paraId="1A4EFC19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科目内容基準とシラバス内容の対応表：</w:t>
            </w:r>
          </w:p>
          <w:p w14:paraId="632A01B4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社会・情動発達とその支援に関する科目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D904030" w14:textId="77777777" w:rsidR="00AB5167" w:rsidRPr="00743624" w:rsidRDefault="00AB5167" w:rsidP="00004369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対応表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FB5D90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0941E3" w14:textId="77777777" w:rsidR="00AB5167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  <w:p w14:paraId="234114E9" w14:textId="5B315670" w:rsidR="00AB5167" w:rsidRPr="00A3507C" w:rsidRDefault="00AB5167" w:rsidP="00AB5167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AB5167" w:rsidRPr="00A3507C" w14:paraId="101B5AC1" w14:textId="6A3A5851" w:rsidTr="009F70EE">
        <w:trPr>
          <w:trHeight w:val="576"/>
        </w:trPr>
        <w:tc>
          <w:tcPr>
            <w:tcW w:w="1418" w:type="dxa"/>
            <w:vMerge/>
          </w:tcPr>
          <w:p w14:paraId="1DA15E8C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  <w:vAlign w:val="center"/>
          </w:tcPr>
          <w:p w14:paraId="3726B477" w14:textId="5F2806FF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2E612FE" w14:textId="5A66812E" w:rsidR="00AB5167" w:rsidRPr="00743624" w:rsidRDefault="00AB5167" w:rsidP="00004369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対応するシラバスの</w:t>
            </w:r>
            <w:r w:rsidR="00E924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PDF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738B57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B5661D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AB5167" w:rsidRPr="00A3507C" w14:paraId="76E4CAB2" w14:textId="50682ADC" w:rsidTr="009F70EE">
        <w:trPr>
          <w:trHeight w:val="647"/>
        </w:trPr>
        <w:tc>
          <w:tcPr>
            <w:tcW w:w="1418" w:type="dxa"/>
            <w:vMerge/>
          </w:tcPr>
          <w:p w14:paraId="1D46DAC5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vAlign w:val="center"/>
          </w:tcPr>
          <w:p w14:paraId="2FC6B789" w14:textId="014DB5DF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様式</w:t>
            </w:r>
            <w:r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  <w:t>6</w:t>
            </w: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 xml:space="preserve">　　</w:t>
            </w:r>
          </w:p>
          <w:p w14:paraId="757BD8B6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科目内容基準とシラバス内容の対応表：</w:t>
            </w:r>
          </w:p>
          <w:p w14:paraId="2B35A512" w14:textId="55AC9A84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言語発達とその支援に関する科目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40A6D32" w14:textId="77777777" w:rsidR="00AB5167" w:rsidRPr="00743624" w:rsidRDefault="00AB5167" w:rsidP="00004369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対応表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0BDFD8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9742A6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AB5167" w:rsidRPr="00A3507C" w14:paraId="5D10E260" w14:textId="26E20E8A" w:rsidTr="009F70EE">
        <w:trPr>
          <w:trHeight w:val="576"/>
        </w:trPr>
        <w:tc>
          <w:tcPr>
            <w:tcW w:w="1418" w:type="dxa"/>
            <w:vMerge/>
          </w:tcPr>
          <w:p w14:paraId="0921C062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14:paraId="4240FA30" w14:textId="31684B69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12" w:space="0" w:color="auto"/>
            </w:tcBorders>
          </w:tcPr>
          <w:p w14:paraId="51CAD017" w14:textId="4C3E75FB" w:rsidR="00AB5167" w:rsidRPr="00743624" w:rsidRDefault="00AB5167" w:rsidP="00004369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対応するシラバスの</w:t>
            </w:r>
            <w:r w:rsidR="00E924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PDF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9DD539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7E09E7DC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bookmarkEnd w:id="2"/>
      <w:tr w:rsidR="009F70EE" w:rsidRPr="00F8557A" w14:paraId="62650052" w14:textId="77777777" w:rsidTr="009F70EE">
        <w:trPr>
          <w:trHeight w:val="542"/>
        </w:trPr>
        <w:tc>
          <w:tcPr>
            <w:tcW w:w="1418" w:type="dxa"/>
            <w:vMerge w:val="restart"/>
          </w:tcPr>
          <w:p w14:paraId="78D8E4E8" w14:textId="77777777" w:rsidR="009F70EE" w:rsidRDefault="009F70EE" w:rsidP="007D6F45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  <w:p w14:paraId="4E6BB8B2" w14:textId="77777777" w:rsidR="009F70EE" w:rsidRDefault="009F70EE" w:rsidP="009F70EE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  <w:p w14:paraId="60725463" w14:textId="7687AFAF" w:rsidR="009F70EE" w:rsidRPr="00F8557A" w:rsidRDefault="009F70EE" w:rsidP="007D6F45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  <w:r>
              <w:rPr>
                <w:rFonts w:cs="ＭＳ Ｐゴシック" w:hint="eastAsia"/>
                <w:kern w:val="0"/>
                <w:szCs w:val="20"/>
                <w:lang w:bidi="ar-SA"/>
              </w:rPr>
              <w:t>単位認定済み科目</w:t>
            </w:r>
          </w:p>
        </w:tc>
        <w:tc>
          <w:tcPr>
            <w:tcW w:w="4536" w:type="dxa"/>
            <w:gridSpan w:val="2"/>
            <w:tcBorders>
              <w:right w:val="single" w:sz="12" w:space="0" w:color="auto"/>
            </w:tcBorders>
            <w:vAlign w:val="center"/>
          </w:tcPr>
          <w:p w14:paraId="7F1F84EE" w14:textId="77777777" w:rsidR="009F70EE" w:rsidRPr="00F8557A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  <w:r w:rsidRPr="00F8557A">
              <w:rPr>
                <w:rFonts w:cs="ＭＳ Ｐゴシック" w:hint="eastAsia"/>
                <w:kern w:val="0"/>
                <w:szCs w:val="20"/>
                <w:lang w:bidi="ar-SA"/>
              </w:rPr>
              <w:t>様式</w:t>
            </w:r>
            <w:r>
              <w:rPr>
                <w:rFonts w:cs="ＭＳ Ｐゴシック"/>
                <w:kern w:val="0"/>
                <w:szCs w:val="20"/>
                <w:lang w:bidi="ar-SA"/>
              </w:rPr>
              <w:t>1</w:t>
            </w:r>
            <w:r w:rsidRPr="00F8557A">
              <w:rPr>
                <w:rFonts w:cs="ＭＳ Ｐゴシック" w:hint="eastAsia"/>
                <w:kern w:val="0"/>
                <w:szCs w:val="20"/>
                <w:lang w:bidi="ar-SA"/>
              </w:rPr>
              <w:t>-2</w:t>
            </w:r>
          </w:p>
          <w:p w14:paraId="0A475A63" w14:textId="2C34C2BD" w:rsidR="009F70EE" w:rsidRPr="00F8557A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="ＭＳ Ｐ明朝" w:eastAsia="ＭＳ Ｐ明朝" w:hAnsi="ＭＳ Ｐ明朝" w:cs="ＭＳ Ｐゴシック"/>
                <w:kern w:val="0"/>
                <w:sz w:val="18"/>
                <w:szCs w:val="20"/>
                <w:lang w:bidi="ar-SA"/>
              </w:rPr>
            </w:pPr>
            <w:r w:rsidRPr="00F8557A">
              <w:rPr>
                <w:rFonts w:cs="ＭＳ Ｐゴシック" w:hint="eastAsia"/>
                <w:kern w:val="0"/>
                <w:szCs w:val="20"/>
                <w:lang w:bidi="ar-SA"/>
              </w:rPr>
              <w:t>申請科目一覧表</w:t>
            </w:r>
            <w:r>
              <w:rPr>
                <w:rFonts w:cs="ＭＳ Ｐゴシック" w:hint="eastAsia"/>
                <w:kern w:val="0"/>
                <w:szCs w:val="20"/>
                <w:lang w:bidi="ar-SA"/>
              </w:rPr>
              <w:t>（</w:t>
            </w:r>
            <w:r>
              <w:rPr>
                <w:rFonts w:cs="ＭＳ Ｐゴシック" w:hint="eastAsia"/>
                <w:kern w:val="0"/>
                <w:szCs w:val="20"/>
                <w:lang w:bidi="ar-SA"/>
              </w:rPr>
              <w:t>E</w:t>
            </w:r>
            <w:r>
              <w:rPr>
                <w:rFonts w:cs="ＭＳ Ｐゴシック"/>
                <w:kern w:val="0"/>
                <w:szCs w:val="20"/>
                <w:lang w:bidi="ar-SA"/>
              </w:rPr>
              <w:t>xcel</w:t>
            </w:r>
            <w:r>
              <w:rPr>
                <w:rFonts w:cs="ＭＳ Ｐゴシック" w:hint="eastAsia"/>
                <w:kern w:val="0"/>
                <w:szCs w:val="20"/>
                <w:lang w:bidi="ar-SA"/>
              </w:rPr>
              <w:t>）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6E634747" w14:textId="77777777" w:rsidR="009F70EE" w:rsidRPr="00F8557A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B25B49" w14:textId="77777777" w:rsidR="009F70EE" w:rsidRPr="00F8557A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9F70EE" w:rsidRPr="00F8557A" w14:paraId="26AC224C" w14:textId="77777777" w:rsidTr="003C0D84">
        <w:trPr>
          <w:trHeight w:val="520"/>
        </w:trPr>
        <w:tc>
          <w:tcPr>
            <w:tcW w:w="1418" w:type="dxa"/>
            <w:vMerge/>
          </w:tcPr>
          <w:p w14:paraId="57CA2CEB" w14:textId="77777777" w:rsidR="009F70EE" w:rsidRPr="00F8557A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4536" w:type="dxa"/>
            <w:gridSpan w:val="2"/>
            <w:tcBorders>
              <w:right w:val="single" w:sz="12" w:space="0" w:color="auto"/>
            </w:tcBorders>
            <w:vAlign w:val="center"/>
          </w:tcPr>
          <w:p w14:paraId="7B9F8EE3" w14:textId="5FED79DF" w:rsidR="009F70EE" w:rsidRPr="00E92424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/>
              </w:rPr>
            </w:pPr>
            <w:r w:rsidRPr="00743624">
              <w:rPr>
                <w:rFonts w:asciiTheme="minorEastAsia" w:eastAsiaTheme="minorEastAsia" w:hAnsiTheme="minorEastAsia" w:hint="eastAsia"/>
              </w:rPr>
              <w:t>単位認定済科目のシラバスの</w:t>
            </w:r>
            <w:r w:rsidR="00E92424">
              <w:rPr>
                <w:rFonts w:asciiTheme="minorEastAsia" w:eastAsiaTheme="minorEastAsia" w:hAnsiTheme="minorEastAsia" w:hint="eastAsia"/>
              </w:rPr>
              <w:t>PDF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3994E6" w14:textId="77777777" w:rsidR="009F70EE" w:rsidRPr="00F8557A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120DE7" w14:textId="77777777" w:rsidR="009F70EE" w:rsidRPr="00F8557A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/>
              </w:rPr>
            </w:pPr>
          </w:p>
        </w:tc>
      </w:tr>
      <w:tr w:rsidR="009F70EE" w:rsidRPr="00F8557A" w14:paraId="7C668D61" w14:textId="77777777" w:rsidTr="00510D1D">
        <w:trPr>
          <w:trHeight w:val="520"/>
        </w:trPr>
        <w:tc>
          <w:tcPr>
            <w:tcW w:w="1418" w:type="dxa"/>
            <w:vMerge/>
          </w:tcPr>
          <w:p w14:paraId="34AC8D1C" w14:textId="77777777" w:rsidR="009F70EE" w:rsidRPr="00F8557A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4536" w:type="dxa"/>
            <w:gridSpan w:val="2"/>
            <w:tcBorders>
              <w:right w:val="single" w:sz="12" w:space="0" w:color="auto"/>
            </w:tcBorders>
            <w:vAlign w:val="center"/>
          </w:tcPr>
          <w:p w14:paraId="68FF4841" w14:textId="2370BEBE" w:rsidR="009F70EE" w:rsidRPr="00743624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hint="eastAsia"/>
              </w:rPr>
              <w:t>新たに認定を受ける年度の科目のシラバスの</w:t>
            </w:r>
            <w:r w:rsidR="00E92424">
              <w:rPr>
                <w:rFonts w:asciiTheme="minorEastAsia" w:eastAsiaTheme="minorEastAsia" w:hAnsiTheme="minorEastAsia" w:hint="eastAsia"/>
              </w:rPr>
              <w:t>PDF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83CCDE" w14:textId="77777777" w:rsidR="009F70EE" w:rsidRPr="00F8557A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571FA9" w14:textId="77777777" w:rsidR="009F70EE" w:rsidRPr="00F8557A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0C3BD84F" w14:textId="6B23BF48" w:rsidR="00C108E3" w:rsidRDefault="00C108E3" w:rsidP="00DE12A4">
      <w:pPr>
        <w:widowControl w:val="0"/>
        <w:overflowPunct/>
        <w:topLinePunct w:val="0"/>
        <w:autoSpaceDE w:val="0"/>
        <w:autoSpaceDN w:val="0"/>
        <w:spacing w:line="240" w:lineRule="auto"/>
        <w:textAlignment w:val="auto"/>
        <w:rPr>
          <w:szCs w:val="20"/>
        </w:rPr>
      </w:pPr>
    </w:p>
    <w:p w14:paraId="556E2BA2" w14:textId="0CD50FCE" w:rsidR="004C177C" w:rsidRPr="00AB5167" w:rsidRDefault="004C177C" w:rsidP="00DE12A4">
      <w:pPr>
        <w:widowControl w:val="0"/>
        <w:overflowPunct/>
        <w:topLinePunct w:val="0"/>
        <w:autoSpaceDE w:val="0"/>
        <w:autoSpaceDN w:val="0"/>
        <w:spacing w:line="240" w:lineRule="auto"/>
        <w:textAlignment w:val="auto"/>
        <w:rPr>
          <w:szCs w:val="20"/>
        </w:rPr>
      </w:pPr>
      <w:r>
        <w:rPr>
          <w:rFonts w:hint="eastAsia"/>
          <w:szCs w:val="20"/>
        </w:rPr>
        <w:t>※提出の際には，すべての提出ファイルを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つの</w:t>
      </w:r>
      <w:r>
        <w:rPr>
          <w:szCs w:val="20"/>
        </w:rPr>
        <w:t>zip</w:t>
      </w:r>
      <w:r>
        <w:rPr>
          <w:rFonts w:hint="eastAsia"/>
          <w:szCs w:val="20"/>
        </w:rPr>
        <w:t>ファイルに圧縮してアップロードしてください。</w:t>
      </w:r>
    </w:p>
    <w:sectPr w:rsidR="004C177C" w:rsidRPr="00AB5167" w:rsidSect="008D2AFA">
      <w:headerReference w:type="first" r:id="rId8"/>
      <w:footnotePr>
        <w:numRestart w:val="eachPage"/>
      </w:footnotePr>
      <w:pgSz w:w="11907" w:h="16840" w:code="9"/>
      <w:pgMar w:top="1418" w:right="1418" w:bottom="1134" w:left="1418" w:header="720" w:footer="720" w:gutter="0"/>
      <w:cols w:space="720"/>
      <w:titlePg/>
      <w:docGrid w:type="lines" w:linePitch="274" w:charSpace="3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5D8FD" w14:textId="77777777" w:rsidR="00D67E1A" w:rsidRDefault="00D67E1A">
      <w:r>
        <w:separator/>
      </w:r>
    </w:p>
  </w:endnote>
  <w:endnote w:type="continuationSeparator" w:id="0">
    <w:p w14:paraId="79B1C952" w14:textId="77777777" w:rsidR="00D67E1A" w:rsidRDefault="00D67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 P丸ゴシック体M">
    <w:charset w:val="80"/>
    <w:family w:val="modern"/>
    <w:pitch w:val="variable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0993E" w14:textId="77777777" w:rsidR="00D67E1A" w:rsidRDefault="00D67E1A">
      <w:r>
        <w:separator/>
      </w:r>
    </w:p>
  </w:footnote>
  <w:footnote w:type="continuationSeparator" w:id="0">
    <w:p w14:paraId="3CBFB137" w14:textId="77777777" w:rsidR="00D67E1A" w:rsidRDefault="00D67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2B6E4" w14:textId="515BB7D8" w:rsidR="00DE12A4" w:rsidRPr="00100729" w:rsidRDefault="00DE12A4" w:rsidP="00DE12A4">
    <w:pPr>
      <w:pStyle w:val="a9"/>
    </w:pPr>
    <w:r w:rsidRPr="00100729">
      <w:rPr>
        <w:b w:val="0"/>
        <w:sz w:val="21"/>
        <w:szCs w:val="21"/>
      </w:rPr>
      <w:t xml:space="preserve">大学院シラバスの指定科目単位認定　</w:t>
    </w:r>
    <w:r w:rsidRPr="00100729">
      <w:rPr>
        <w:b w:val="0"/>
        <w:sz w:val="21"/>
        <w:szCs w:val="21"/>
      </w:rPr>
      <w:t>20</w:t>
    </w:r>
    <w:r w:rsidR="006042F8" w:rsidRPr="00100729">
      <w:rPr>
        <w:b w:val="0"/>
        <w:sz w:val="21"/>
        <w:szCs w:val="21"/>
      </w:rPr>
      <w:t>2</w:t>
    </w:r>
    <w:r w:rsidR="00DF7314">
      <w:rPr>
        <w:rFonts w:hint="eastAsia"/>
        <w:b w:val="0"/>
        <w:sz w:val="21"/>
        <w:szCs w:val="21"/>
      </w:rPr>
      <w:t>6</w:t>
    </w:r>
    <w:r w:rsidRPr="00100729">
      <w:rPr>
        <w:b w:val="0"/>
        <w:sz w:val="21"/>
        <w:szCs w:val="21"/>
      </w:rPr>
      <w:t>年度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C4D2C"/>
    <w:multiLevelType w:val="hybridMultilevel"/>
    <w:tmpl w:val="1D3AB55A"/>
    <w:lvl w:ilvl="0" w:tplc="E478710A">
      <w:numFmt w:val="bullet"/>
      <w:lvlText w:val="○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2436A3"/>
    <w:multiLevelType w:val="hybridMultilevel"/>
    <w:tmpl w:val="ED12722E"/>
    <w:lvl w:ilvl="0" w:tplc="83B2B4F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37B2963"/>
    <w:multiLevelType w:val="hybridMultilevel"/>
    <w:tmpl w:val="CD20CA82"/>
    <w:lvl w:ilvl="0" w:tplc="9260E9DA">
      <w:start w:val="4"/>
      <w:numFmt w:val="bullet"/>
      <w:lvlText w:val="・"/>
      <w:lvlJc w:val="left"/>
      <w:pPr>
        <w:tabs>
          <w:tab w:val="num" w:pos="1764"/>
        </w:tabs>
        <w:ind w:left="17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4"/>
        </w:tabs>
        <w:ind w:left="2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4"/>
        </w:tabs>
        <w:ind w:left="2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4"/>
        </w:tabs>
        <w:ind w:left="3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4"/>
        </w:tabs>
        <w:ind w:left="3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4"/>
        </w:tabs>
        <w:ind w:left="3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4"/>
        </w:tabs>
        <w:ind w:left="4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4"/>
        </w:tabs>
        <w:ind w:left="4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4"/>
        </w:tabs>
        <w:ind w:left="5184" w:hanging="420"/>
      </w:pPr>
      <w:rPr>
        <w:rFonts w:ascii="Wingdings" w:hAnsi="Wingdings" w:hint="default"/>
      </w:rPr>
    </w:lvl>
  </w:abstractNum>
  <w:abstractNum w:abstractNumId="3" w15:restartNumberingAfterBreak="0">
    <w:nsid w:val="09A8142C"/>
    <w:multiLevelType w:val="hybridMultilevel"/>
    <w:tmpl w:val="3F203434"/>
    <w:lvl w:ilvl="0" w:tplc="3DE6EEFE">
      <w:numFmt w:val="bullet"/>
      <w:lvlText w:val="・"/>
      <w:lvlJc w:val="left"/>
      <w:pPr>
        <w:ind w:left="176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89" w:hanging="420"/>
      </w:pPr>
      <w:rPr>
        <w:rFonts w:ascii="Wingdings" w:hAnsi="Wingdings" w:hint="default"/>
      </w:rPr>
    </w:lvl>
  </w:abstractNum>
  <w:abstractNum w:abstractNumId="4" w15:restartNumberingAfterBreak="0">
    <w:nsid w:val="0B9E4FA6"/>
    <w:multiLevelType w:val="multilevel"/>
    <w:tmpl w:val="D0F49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23396C"/>
    <w:multiLevelType w:val="hybridMultilevel"/>
    <w:tmpl w:val="8D00B0CC"/>
    <w:lvl w:ilvl="0" w:tplc="89621A9E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0D30194E"/>
    <w:multiLevelType w:val="hybridMultilevel"/>
    <w:tmpl w:val="D7F0CDF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E3E1215"/>
    <w:multiLevelType w:val="hybridMultilevel"/>
    <w:tmpl w:val="0D04CCFE"/>
    <w:lvl w:ilvl="0" w:tplc="378C55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E417E8D"/>
    <w:multiLevelType w:val="hybridMultilevel"/>
    <w:tmpl w:val="A474764A"/>
    <w:lvl w:ilvl="0" w:tplc="B3AAFCBE"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9" w15:restartNumberingAfterBreak="0">
    <w:nsid w:val="0F7D6780"/>
    <w:multiLevelType w:val="hybridMultilevel"/>
    <w:tmpl w:val="E7460660"/>
    <w:lvl w:ilvl="0" w:tplc="C2141D42">
      <w:start w:val="200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08F746C"/>
    <w:multiLevelType w:val="hybridMultilevel"/>
    <w:tmpl w:val="690441AE"/>
    <w:lvl w:ilvl="0" w:tplc="B50066CE">
      <w:start w:val="48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AR P丸ゴシック体M" w:eastAsia="AR P丸ゴシック体M" w:hAnsi="Century" w:cs="AR P丸ゴシック体M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12D206E"/>
    <w:multiLevelType w:val="hybridMultilevel"/>
    <w:tmpl w:val="7F88F93C"/>
    <w:lvl w:ilvl="0" w:tplc="6D9EDD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8F10C82"/>
    <w:multiLevelType w:val="hybridMultilevel"/>
    <w:tmpl w:val="27CAE3CC"/>
    <w:lvl w:ilvl="0" w:tplc="9D483A00"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1BD8764B"/>
    <w:multiLevelType w:val="hybridMultilevel"/>
    <w:tmpl w:val="B66E07A6"/>
    <w:lvl w:ilvl="0" w:tplc="28549A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D74244E"/>
    <w:multiLevelType w:val="hybridMultilevel"/>
    <w:tmpl w:val="524EFDA4"/>
    <w:lvl w:ilvl="0" w:tplc="45D0C5F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4580011"/>
    <w:multiLevelType w:val="hybridMultilevel"/>
    <w:tmpl w:val="EE9EB664"/>
    <w:lvl w:ilvl="0" w:tplc="FFA030F8">
      <w:start w:val="1"/>
      <w:numFmt w:val="decimalFullWidth"/>
      <w:lvlText w:val="%1）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C6603A5"/>
    <w:multiLevelType w:val="hybridMultilevel"/>
    <w:tmpl w:val="5AD61E88"/>
    <w:lvl w:ilvl="0" w:tplc="5DC0F38E">
      <w:numFmt w:val="bullet"/>
      <w:lvlText w:val="・"/>
      <w:lvlJc w:val="left"/>
      <w:pPr>
        <w:ind w:left="17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84" w:hanging="420"/>
      </w:pPr>
      <w:rPr>
        <w:rFonts w:ascii="Wingdings" w:hAnsi="Wingdings" w:hint="default"/>
      </w:rPr>
    </w:lvl>
  </w:abstractNum>
  <w:abstractNum w:abstractNumId="17" w15:restartNumberingAfterBreak="0">
    <w:nsid w:val="555B3F31"/>
    <w:multiLevelType w:val="hybridMultilevel"/>
    <w:tmpl w:val="2F1A7A10"/>
    <w:lvl w:ilvl="0" w:tplc="F342CC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7107D4"/>
    <w:multiLevelType w:val="hybridMultilevel"/>
    <w:tmpl w:val="26D080DE"/>
    <w:lvl w:ilvl="0" w:tplc="ADAE921E">
      <w:start w:val="1"/>
      <w:numFmt w:val="decimalFullWidth"/>
      <w:lvlText w:val="%1．"/>
      <w:lvlJc w:val="left"/>
      <w:pPr>
        <w:ind w:left="40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B8679FA"/>
    <w:multiLevelType w:val="multilevel"/>
    <w:tmpl w:val="9B44E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9B1FB3"/>
    <w:multiLevelType w:val="hybridMultilevel"/>
    <w:tmpl w:val="448887A0"/>
    <w:lvl w:ilvl="0" w:tplc="A6BAA91C">
      <w:start w:val="1"/>
      <w:numFmt w:val="decimalFullWidth"/>
      <w:lvlText w:val="%1．"/>
      <w:lvlJc w:val="left"/>
      <w:pPr>
        <w:ind w:left="40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F806080"/>
    <w:multiLevelType w:val="hybridMultilevel"/>
    <w:tmpl w:val="B12EB8FE"/>
    <w:lvl w:ilvl="0" w:tplc="5DC0F38E">
      <w:numFmt w:val="bullet"/>
      <w:lvlText w:val="・"/>
      <w:lvlJc w:val="left"/>
      <w:pPr>
        <w:ind w:left="31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89" w:hanging="420"/>
      </w:pPr>
      <w:rPr>
        <w:rFonts w:ascii="Wingdings" w:hAnsi="Wingdings" w:hint="default"/>
      </w:rPr>
    </w:lvl>
  </w:abstractNum>
  <w:abstractNum w:abstractNumId="22" w15:restartNumberingAfterBreak="0">
    <w:nsid w:val="7535432D"/>
    <w:multiLevelType w:val="hybridMultilevel"/>
    <w:tmpl w:val="34E6A20A"/>
    <w:lvl w:ilvl="0" w:tplc="5DC0F38E">
      <w:numFmt w:val="bullet"/>
      <w:lvlText w:val="・"/>
      <w:lvlJc w:val="left"/>
      <w:pPr>
        <w:ind w:left="17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84" w:hanging="420"/>
      </w:pPr>
      <w:rPr>
        <w:rFonts w:ascii="Wingdings" w:hAnsi="Wingdings" w:hint="default"/>
      </w:rPr>
    </w:lvl>
  </w:abstractNum>
  <w:abstractNum w:abstractNumId="23" w15:restartNumberingAfterBreak="0">
    <w:nsid w:val="77FE20C6"/>
    <w:multiLevelType w:val="hybridMultilevel"/>
    <w:tmpl w:val="12A0CD72"/>
    <w:lvl w:ilvl="0" w:tplc="5DC0F38E">
      <w:numFmt w:val="bullet"/>
      <w:lvlText w:val="・"/>
      <w:lvlJc w:val="left"/>
      <w:pPr>
        <w:ind w:left="316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84" w:hanging="420"/>
      </w:pPr>
      <w:rPr>
        <w:rFonts w:ascii="Wingdings" w:hAnsi="Wingdings" w:hint="default"/>
      </w:rPr>
    </w:lvl>
  </w:abstractNum>
  <w:abstractNum w:abstractNumId="24" w15:restartNumberingAfterBreak="0">
    <w:nsid w:val="79D8311F"/>
    <w:multiLevelType w:val="hybridMultilevel"/>
    <w:tmpl w:val="DF1A923E"/>
    <w:lvl w:ilvl="0" w:tplc="BD54DDE4">
      <w:start w:val="1"/>
      <w:numFmt w:val="decimalEnclosedCircle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 w16cid:durableId="1086725503">
    <w:abstractNumId w:val="9"/>
  </w:num>
  <w:num w:numId="2" w16cid:durableId="972372245">
    <w:abstractNumId w:val="10"/>
  </w:num>
  <w:num w:numId="3" w16cid:durableId="1080247474">
    <w:abstractNumId w:val="15"/>
  </w:num>
  <w:num w:numId="4" w16cid:durableId="1760442119">
    <w:abstractNumId w:val="17"/>
  </w:num>
  <w:num w:numId="5" w16cid:durableId="1541436737">
    <w:abstractNumId w:val="14"/>
  </w:num>
  <w:num w:numId="6" w16cid:durableId="784539329">
    <w:abstractNumId w:val="1"/>
  </w:num>
  <w:num w:numId="7" w16cid:durableId="1663391412">
    <w:abstractNumId w:val="0"/>
  </w:num>
  <w:num w:numId="8" w16cid:durableId="1491478874">
    <w:abstractNumId w:val="8"/>
  </w:num>
  <w:num w:numId="9" w16cid:durableId="744110759">
    <w:abstractNumId w:val="12"/>
  </w:num>
  <w:num w:numId="10" w16cid:durableId="1795755806">
    <w:abstractNumId w:val="24"/>
  </w:num>
  <w:num w:numId="11" w16cid:durableId="1765881529">
    <w:abstractNumId w:val="2"/>
  </w:num>
  <w:num w:numId="12" w16cid:durableId="855994841">
    <w:abstractNumId w:val="5"/>
  </w:num>
  <w:num w:numId="13" w16cid:durableId="1688142724">
    <w:abstractNumId w:val="6"/>
  </w:num>
  <w:num w:numId="14" w16cid:durableId="874316710">
    <w:abstractNumId w:val="22"/>
  </w:num>
  <w:num w:numId="15" w16cid:durableId="321809881">
    <w:abstractNumId w:val="23"/>
  </w:num>
  <w:num w:numId="16" w16cid:durableId="1235704343">
    <w:abstractNumId w:val="16"/>
  </w:num>
  <w:num w:numId="17" w16cid:durableId="800225061">
    <w:abstractNumId w:val="21"/>
  </w:num>
  <w:num w:numId="18" w16cid:durableId="358507340">
    <w:abstractNumId w:val="3"/>
  </w:num>
  <w:num w:numId="19" w16cid:durableId="1993757822">
    <w:abstractNumId w:val="4"/>
  </w:num>
  <w:num w:numId="20" w16cid:durableId="24137083">
    <w:abstractNumId w:val="19"/>
  </w:num>
  <w:num w:numId="21" w16cid:durableId="777217626">
    <w:abstractNumId w:val="13"/>
  </w:num>
  <w:num w:numId="22" w16cid:durableId="961228845">
    <w:abstractNumId w:val="20"/>
  </w:num>
  <w:num w:numId="23" w16cid:durableId="7147066">
    <w:abstractNumId w:val="18"/>
  </w:num>
  <w:num w:numId="24" w16cid:durableId="1461412954">
    <w:abstractNumId w:val="11"/>
  </w:num>
  <w:num w:numId="25" w16cid:durableId="5579776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37"/>
  <w:displayHorizontalDrawingGridEvery w:val="0"/>
  <w:displayVerticalDrawingGridEvery w:val="2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 fill="f" fillcolor="white" stroke="f">
      <v:fill color="white" on="f"/>
      <v:stroke on="f"/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2F0"/>
    <w:rsid w:val="00003050"/>
    <w:rsid w:val="00004369"/>
    <w:rsid w:val="0001440F"/>
    <w:rsid w:val="000152F0"/>
    <w:rsid w:val="00017FAE"/>
    <w:rsid w:val="000337DF"/>
    <w:rsid w:val="00055241"/>
    <w:rsid w:val="0007031A"/>
    <w:rsid w:val="00074E0A"/>
    <w:rsid w:val="00093A93"/>
    <w:rsid w:val="00095D89"/>
    <w:rsid w:val="000976A2"/>
    <w:rsid w:val="000A757D"/>
    <w:rsid w:val="000D33C4"/>
    <w:rsid w:val="000E566D"/>
    <w:rsid w:val="000E70DB"/>
    <w:rsid w:val="00100729"/>
    <w:rsid w:val="0010499B"/>
    <w:rsid w:val="0011041C"/>
    <w:rsid w:val="00116EF5"/>
    <w:rsid w:val="00124541"/>
    <w:rsid w:val="001418DB"/>
    <w:rsid w:val="001427DA"/>
    <w:rsid w:val="001441DD"/>
    <w:rsid w:val="001443D7"/>
    <w:rsid w:val="00146AE6"/>
    <w:rsid w:val="00170020"/>
    <w:rsid w:val="00176A1E"/>
    <w:rsid w:val="0018265D"/>
    <w:rsid w:val="001835F4"/>
    <w:rsid w:val="0018704A"/>
    <w:rsid w:val="00195D54"/>
    <w:rsid w:val="001B1FF9"/>
    <w:rsid w:val="001B52C9"/>
    <w:rsid w:val="001B590D"/>
    <w:rsid w:val="001B69C1"/>
    <w:rsid w:val="001C019E"/>
    <w:rsid w:val="001C1F3C"/>
    <w:rsid w:val="001D014C"/>
    <w:rsid w:val="001D55BC"/>
    <w:rsid w:val="001F3FD5"/>
    <w:rsid w:val="002122CA"/>
    <w:rsid w:val="00212FD0"/>
    <w:rsid w:val="00221D89"/>
    <w:rsid w:val="00222408"/>
    <w:rsid w:val="002317AC"/>
    <w:rsid w:val="0025385B"/>
    <w:rsid w:val="00257F61"/>
    <w:rsid w:val="00260ACA"/>
    <w:rsid w:val="002624A7"/>
    <w:rsid w:val="002B6096"/>
    <w:rsid w:val="002F07F1"/>
    <w:rsid w:val="003206F1"/>
    <w:rsid w:val="00351AB0"/>
    <w:rsid w:val="0035764A"/>
    <w:rsid w:val="00364B05"/>
    <w:rsid w:val="00370307"/>
    <w:rsid w:val="00381A31"/>
    <w:rsid w:val="003859C1"/>
    <w:rsid w:val="003916CB"/>
    <w:rsid w:val="003A281E"/>
    <w:rsid w:val="003A57C0"/>
    <w:rsid w:val="003B3EBD"/>
    <w:rsid w:val="003D3162"/>
    <w:rsid w:val="003F2D7A"/>
    <w:rsid w:val="00400070"/>
    <w:rsid w:val="00402000"/>
    <w:rsid w:val="004117EE"/>
    <w:rsid w:val="00430D4D"/>
    <w:rsid w:val="004445A7"/>
    <w:rsid w:val="00452CAC"/>
    <w:rsid w:val="0045526F"/>
    <w:rsid w:val="00472C65"/>
    <w:rsid w:val="004924AB"/>
    <w:rsid w:val="00492ABD"/>
    <w:rsid w:val="004B2BCF"/>
    <w:rsid w:val="004C177C"/>
    <w:rsid w:val="004D1197"/>
    <w:rsid w:val="004E0B38"/>
    <w:rsid w:val="004E5D02"/>
    <w:rsid w:val="004F11B4"/>
    <w:rsid w:val="004F2C87"/>
    <w:rsid w:val="004F4B81"/>
    <w:rsid w:val="00514444"/>
    <w:rsid w:val="00535DFE"/>
    <w:rsid w:val="00541D2F"/>
    <w:rsid w:val="00562315"/>
    <w:rsid w:val="00563140"/>
    <w:rsid w:val="005713F6"/>
    <w:rsid w:val="00574B11"/>
    <w:rsid w:val="005A0561"/>
    <w:rsid w:val="005A0E2B"/>
    <w:rsid w:val="005A6E7E"/>
    <w:rsid w:val="005B32A3"/>
    <w:rsid w:val="005C0C5A"/>
    <w:rsid w:val="005C4A92"/>
    <w:rsid w:val="005F03A3"/>
    <w:rsid w:val="005F4E56"/>
    <w:rsid w:val="006024A2"/>
    <w:rsid w:val="006042F8"/>
    <w:rsid w:val="006075D6"/>
    <w:rsid w:val="00613A19"/>
    <w:rsid w:val="00614758"/>
    <w:rsid w:val="00624C6E"/>
    <w:rsid w:val="00626174"/>
    <w:rsid w:val="00657647"/>
    <w:rsid w:val="00697626"/>
    <w:rsid w:val="006B431D"/>
    <w:rsid w:val="006B6FFE"/>
    <w:rsid w:val="006D4277"/>
    <w:rsid w:val="006F5863"/>
    <w:rsid w:val="00710259"/>
    <w:rsid w:val="00713A8F"/>
    <w:rsid w:val="00721E26"/>
    <w:rsid w:val="00741B57"/>
    <w:rsid w:val="00742538"/>
    <w:rsid w:val="00743624"/>
    <w:rsid w:val="007569F7"/>
    <w:rsid w:val="00757908"/>
    <w:rsid w:val="00775BD0"/>
    <w:rsid w:val="00785775"/>
    <w:rsid w:val="007A3403"/>
    <w:rsid w:val="007B5BE7"/>
    <w:rsid w:val="007C1772"/>
    <w:rsid w:val="007D01AD"/>
    <w:rsid w:val="007D2C9D"/>
    <w:rsid w:val="007D4B42"/>
    <w:rsid w:val="007D6F45"/>
    <w:rsid w:val="007F4811"/>
    <w:rsid w:val="007F4E78"/>
    <w:rsid w:val="007F5B91"/>
    <w:rsid w:val="00802D88"/>
    <w:rsid w:val="00803D6A"/>
    <w:rsid w:val="0081135F"/>
    <w:rsid w:val="00821919"/>
    <w:rsid w:val="0087654B"/>
    <w:rsid w:val="00892B7D"/>
    <w:rsid w:val="008C2326"/>
    <w:rsid w:val="008D2AFA"/>
    <w:rsid w:val="008D6629"/>
    <w:rsid w:val="008E566D"/>
    <w:rsid w:val="008E5DD6"/>
    <w:rsid w:val="008E673D"/>
    <w:rsid w:val="008F79AE"/>
    <w:rsid w:val="00900BBC"/>
    <w:rsid w:val="009062A1"/>
    <w:rsid w:val="00906B2C"/>
    <w:rsid w:val="00915E14"/>
    <w:rsid w:val="00920ECC"/>
    <w:rsid w:val="009230E4"/>
    <w:rsid w:val="0093755B"/>
    <w:rsid w:val="009519F9"/>
    <w:rsid w:val="00955620"/>
    <w:rsid w:val="009721C5"/>
    <w:rsid w:val="00985C42"/>
    <w:rsid w:val="00992665"/>
    <w:rsid w:val="00996863"/>
    <w:rsid w:val="009B5E7F"/>
    <w:rsid w:val="009C3627"/>
    <w:rsid w:val="009F1711"/>
    <w:rsid w:val="009F70EE"/>
    <w:rsid w:val="00A31E13"/>
    <w:rsid w:val="00A33809"/>
    <w:rsid w:val="00A3507C"/>
    <w:rsid w:val="00A4721F"/>
    <w:rsid w:val="00A6554C"/>
    <w:rsid w:val="00A719B9"/>
    <w:rsid w:val="00A85F7D"/>
    <w:rsid w:val="00A96F60"/>
    <w:rsid w:val="00AB2314"/>
    <w:rsid w:val="00AB5167"/>
    <w:rsid w:val="00AC11CA"/>
    <w:rsid w:val="00AC1FEB"/>
    <w:rsid w:val="00AE58CD"/>
    <w:rsid w:val="00AF0D0A"/>
    <w:rsid w:val="00B01F62"/>
    <w:rsid w:val="00B05B48"/>
    <w:rsid w:val="00B05CB4"/>
    <w:rsid w:val="00B11828"/>
    <w:rsid w:val="00B13717"/>
    <w:rsid w:val="00B25795"/>
    <w:rsid w:val="00B41B7D"/>
    <w:rsid w:val="00B46C76"/>
    <w:rsid w:val="00B657F7"/>
    <w:rsid w:val="00B73C83"/>
    <w:rsid w:val="00B73FD0"/>
    <w:rsid w:val="00B909E4"/>
    <w:rsid w:val="00B97905"/>
    <w:rsid w:val="00BA2C1D"/>
    <w:rsid w:val="00BA450D"/>
    <w:rsid w:val="00BB01E0"/>
    <w:rsid w:val="00BB39DC"/>
    <w:rsid w:val="00BC1296"/>
    <w:rsid w:val="00BE34E7"/>
    <w:rsid w:val="00BE4779"/>
    <w:rsid w:val="00BE63D1"/>
    <w:rsid w:val="00C108E3"/>
    <w:rsid w:val="00C14C50"/>
    <w:rsid w:val="00C2108A"/>
    <w:rsid w:val="00C22C7E"/>
    <w:rsid w:val="00C36629"/>
    <w:rsid w:val="00C84652"/>
    <w:rsid w:val="00C9217A"/>
    <w:rsid w:val="00CA4300"/>
    <w:rsid w:val="00CB3B9F"/>
    <w:rsid w:val="00CC591F"/>
    <w:rsid w:val="00CE7835"/>
    <w:rsid w:val="00CF059B"/>
    <w:rsid w:val="00CF78FC"/>
    <w:rsid w:val="00D00AA0"/>
    <w:rsid w:val="00D0567F"/>
    <w:rsid w:val="00D0640E"/>
    <w:rsid w:val="00D14232"/>
    <w:rsid w:val="00D22FA1"/>
    <w:rsid w:val="00D5098F"/>
    <w:rsid w:val="00D67E1A"/>
    <w:rsid w:val="00D722E3"/>
    <w:rsid w:val="00D95D83"/>
    <w:rsid w:val="00DA0D1D"/>
    <w:rsid w:val="00DB7AD6"/>
    <w:rsid w:val="00DC18E7"/>
    <w:rsid w:val="00DD5532"/>
    <w:rsid w:val="00DE12A4"/>
    <w:rsid w:val="00DE223A"/>
    <w:rsid w:val="00DE3AB4"/>
    <w:rsid w:val="00DF203E"/>
    <w:rsid w:val="00DF4FEA"/>
    <w:rsid w:val="00DF7314"/>
    <w:rsid w:val="00E23C55"/>
    <w:rsid w:val="00E250FF"/>
    <w:rsid w:val="00E30698"/>
    <w:rsid w:val="00E61237"/>
    <w:rsid w:val="00E72A6A"/>
    <w:rsid w:val="00E91A9A"/>
    <w:rsid w:val="00E92424"/>
    <w:rsid w:val="00E943C1"/>
    <w:rsid w:val="00E9482E"/>
    <w:rsid w:val="00EA5738"/>
    <w:rsid w:val="00EB0BBC"/>
    <w:rsid w:val="00EE74F1"/>
    <w:rsid w:val="00F02DC7"/>
    <w:rsid w:val="00F04568"/>
    <w:rsid w:val="00F121F7"/>
    <w:rsid w:val="00F27C2C"/>
    <w:rsid w:val="00F318D2"/>
    <w:rsid w:val="00F35648"/>
    <w:rsid w:val="00F507CB"/>
    <w:rsid w:val="00F52F7F"/>
    <w:rsid w:val="00F57459"/>
    <w:rsid w:val="00F57569"/>
    <w:rsid w:val="00F57905"/>
    <w:rsid w:val="00F646A3"/>
    <w:rsid w:val="00F7390E"/>
    <w:rsid w:val="00F82FB0"/>
    <w:rsid w:val="00F841E4"/>
    <w:rsid w:val="00F8557A"/>
    <w:rsid w:val="00FD52CB"/>
    <w:rsid w:val="00FE0EBA"/>
    <w:rsid w:val="00FE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5.85pt,.7pt,5.85pt,.7pt"/>
    </o:shapedefaults>
    <o:shapelayout v:ext="edit">
      <o:idmap v:ext="edit" data="2"/>
    </o:shapelayout>
  </w:shapeDefaults>
  <w:decimalSymbol w:val="."/>
  <w:listSeparator w:val=","/>
  <w14:docId w14:val="3BC4DEAE"/>
  <w15:docId w15:val="{5AD63581-88E0-4357-B816-12D0DA8EC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Century" w:eastAsia="ＭＳ 明朝" w:hAnsi="Century"/>
      <w:kern w:val="22"/>
      <w:szCs w:val="36"/>
      <w:lang w:bidi="he-IL"/>
    </w:rPr>
  </w:style>
  <w:style w:type="paragraph" w:styleId="1">
    <w:name w:val="heading 1"/>
    <w:basedOn w:val="a"/>
    <w:next w:val="a0"/>
    <w:qFormat/>
    <w:pPr>
      <w:keepNext/>
      <w:keepLines/>
      <w:spacing w:before="360" w:after="120" w:line="240" w:lineRule="auto"/>
      <w:jc w:val="left"/>
      <w:outlineLvl w:val="0"/>
    </w:pPr>
    <w:rPr>
      <w:b/>
      <w:kern w:val="28"/>
      <w:sz w:val="24"/>
    </w:rPr>
  </w:style>
  <w:style w:type="paragraph" w:styleId="2">
    <w:name w:val="heading 2"/>
    <w:basedOn w:val="a"/>
    <w:next w:val="a0"/>
    <w:qFormat/>
    <w:pPr>
      <w:keepNext/>
      <w:keepLines/>
      <w:spacing w:before="240" w:after="120" w:line="240" w:lineRule="auto"/>
      <w:jc w:val="left"/>
      <w:outlineLvl w:val="1"/>
    </w:pPr>
    <w:rPr>
      <w:b/>
      <w:kern w:val="28"/>
      <w:sz w:val="22"/>
    </w:rPr>
  </w:style>
  <w:style w:type="paragraph" w:styleId="3">
    <w:name w:val="heading 3"/>
    <w:basedOn w:val="a"/>
    <w:next w:val="a0"/>
    <w:qFormat/>
    <w:pPr>
      <w:keepNext/>
      <w:keepLines/>
      <w:spacing w:before="240" w:after="120" w:line="240" w:lineRule="auto"/>
      <w:jc w:val="left"/>
      <w:outlineLvl w:val="2"/>
    </w:pPr>
    <w:rPr>
      <w:rFonts w:ascii="Arial" w:eastAsia="ＭＳ ゴシック" w:hAnsi="Arial"/>
      <w:b/>
      <w:kern w:val="28"/>
    </w:rPr>
  </w:style>
  <w:style w:type="paragraph" w:styleId="4">
    <w:name w:val="heading 4"/>
    <w:basedOn w:val="a"/>
    <w:next w:val="a0"/>
    <w:qFormat/>
    <w:pPr>
      <w:keepNext/>
      <w:keepLines/>
      <w:spacing w:before="120" w:line="240" w:lineRule="auto"/>
      <w:jc w:val="left"/>
      <w:outlineLvl w:val="3"/>
    </w:pPr>
    <w:rPr>
      <w:rFonts w:ascii="Arial" w:eastAsia="ＭＳ ゴシック" w:hAnsi="Arial"/>
      <w:b/>
      <w:kern w:val="28"/>
    </w:rPr>
  </w:style>
  <w:style w:type="paragraph" w:styleId="5">
    <w:name w:val="heading 5"/>
    <w:basedOn w:val="a"/>
    <w:next w:val="a0"/>
    <w:qFormat/>
    <w:pPr>
      <w:keepNext/>
      <w:keepLines/>
      <w:spacing w:before="120" w:line="240" w:lineRule="auto"/>
      <w:jc w:val="left"/>
      <w:outlineLvl w:val="4"/>
    </w:pPr>
    <w:rPr>
      <w:rFonts w:ascii="Arial" w:eastAsia="ＭＳ ゴシック" w:hAnsi="Arial"/>
      <w:kern w:val="28"/>
    </w:rPr>
  </w:style>
  <w:style w:type="paragraph" w:styleId="6">
    <w:name w:val="heading 6"/>
    <w:basedOn w:val="a"/>
    <w:next w:val="a0"/>
    <w:qFormat/>
    <w:pPr>
      <w:keepNext/>
      <w:keepLines/>
      <w:spacing w:before="120" w:line="240" w:lineRule="auto"/>
      <w:jc w:val="left"/>
      <w:outlineLvl w:val="5"/>
    </w:pPr>
    <w:rPr>
      <w:rFonts w:ascii="Arial" w:eastAsia="ＭＳ ゴシック" w:hAnsi="Arial"/>
      <w:kern w:val="28"/>
    </w:rPr>
  </w:style>
  <w:style w:type="paragraph" w:styleId="7">
    <w:name w:val="heading 7"/>
    <w:basedOn w:val="a"/>
    <w:next w:val="a0"/>
    <w:qFormat/>
    <w:pPr>
      <w:keepNext/>
      <w:keepLines/>
      <w:spacing w:before="120" w:line="240" w:lineRule="auto"/>
      <w:jc w:val="left"/>
      <w:outlineLvl w:val="6"/>
    </w:pPr>
    <w:rPr>
      <w:rFonts w:ascii="Arial" w:eastAsia="ＭＳ ゴシック" w:hAnsi="Arial"/>
      <w:kern w:val="28"/>
    </w:rPr>
  </w:style>
  <w:style w:type="paragraph" w:styleId="8">
    <w:name w:val="heading 8"/>
    <w:basedOn w:val="a"/>
    <w:next w:val="a0"/>
    <w:qFormat/>
    <w:pPr>
      <w:keepNext/>
      <w:keepLines/>
      <w:spacing w:before="120" w:line="240" w:lineRule="auto"/>
      <w:jc w:val="left"/>
      <w:outlineLvl w:val="7"/>
    </w:pPr>
    <w:rPr>
      <w:rFonts w:ascii="Arial" w:eastAsia="ＭＳ ゴシック" w:hAnsi="Arial"/>
      <w:kern w:val="28"/>
    </w:rPr>
  </w:style>
  <w:style w:type="paragraph" w:styleId="9">
    <w:name w:val="heading 9"/>
    <w:basedOn w:val="a"/>
    <w:next w:val="a0"/>
    <w:qFormat/>
    <w:pPr>
      <w:keepNext/>
      <w:keepLines/>
      <w:spacing w:before="120" w:line="240" w:lineRule="auto"/>
      <w:jc w:val="left"/>
      <w:outlineLvl w:val="8"/>
    </w:pPr>
    <w:rPr>
      <w:rFonts w:ascii="Arial" w:eastAsia="ＭＳ ゴシック" w:hAnsi="Arial"/>
      <w:kern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ｺﾋﾟｰ送付先"/>
    <w:basedOn w:val="a0"/>
    <w:pPr>
      <w:ind w:left="360" w:hanging="360"/>
    </w:pPr>
  </w:style>
  <w:style w:type="paragraph" w:styleId="a0">
    <w:name w:val="Body Text"/>
    <w:basedOn w:val="a"/>
  </w:style>
  <w:style w:type="paragraph" w:styleId="a5">
    <w:name w:val="footer"/>
    <w:basedOn w:val="a"/>
    <w:pPr>
      <w:keepLines/>
      <w:tabs>
        <w:tab w:val="center" w:pos="4253"/>
        <w:tab w:val="right" w:pos="8505"/>
      </w:tabs>
    </w:pPr>
    <w:rPr>
      <w:b/>
      <w:sz w:val="18"/>
    </w:rPr>
  </w:style>
  <w:style w:type="paragraph" w:customStyle="1" w:styleId="a6">
    <w:name w:val="ﾌｯﾀｰ 奇数"/>
    <w:basedOn w:val="a5"/>
    <w:pPr>
      <w:tabs>
        <w:tab w:val="right" w:pos="0"/>
      </w:tabs>
      <w:jc w:val="right"/>
    </w:pPr>
  </w:style>
  <w:style w:type="paragraph" w:customStyle="1" w:styleId="a7">
    <w:name w:val="ﾌｯﾀｰ 偶数"/>
    <w:basedOn w:val="a5"/>
  </w:style>
  <w:style w:type="paragraph" w:customStyle="1" w:styleId="a8">
    <w:name w:val="ﾌｯﾀｰ 始め"/>
    <w:basedOn w:val="a5"/>
    <w:pPr>
      <w:jc w:val="center"/>
    </w:pPr>
  </w:style>
  <w:style w:type="paragraph" w:styleId="a9">
    <w:name w:val="header"/>
    <w:basedOn w:val="a"/>
    <w:link w:val="aa"/>
    <w:pPr>
      <w:keepLines/>
      <w:tabs>
        <w:tab w:val="center" w:pos="4253"/>
        <w:tab w:val="right" w:pos="8505"/>
      </w:tabs>
    </w:pPr>
    <w:rPr>
      <w:b/>
      <w:sz w:val="18"/>
    </w:rPr>
  </w:style>
  <w:style w:type="paragraph" w:customStyle="1" w:styleId="ab">
    <w:name w:val="ﾍｯﾀﾞｰ 奇数"/>
    <w:basedOn w:val="a9"/>
    <w:pPr>
      <w:tabs>
        <w:tab w:val="right" w:pos="0"/>
      </w:tabs>
      <w:jc w:val="right"/>
    </w:pPr>
  </w:style>
  <w:style w:type="paragraph" w:customStyle="1" w:styleId="ac">
    <w:name w:val="ﾍｯﾀﾞｰ 偶数"/>
    <w:basedOn w:val="a9"/>
  </w:style>
  <w:style w:type="paragraph" w:customStyle="1" w:styleId="ad">
    <w:name w:val="ﾍｯﾀﾞｰ 始め"/>
    <w:basedOn w:val="a9"/>
    <w:pPr>
      <w:jc w:val="center"/>
    </w:pPr>
  </w:style>
  <w:style w:type="paragraph" w:customStyle="1" w:styleId="ae">
    <w:name w:val="ﾍｯﾀﾞｰ 基準"/>
    <w:basedOn w:val="a"/>
    <w:pPr>
      <w:keepLines/>
      <w:tabs>
        <w:tab w:val="center" w:pos="4253"/>
        <w:tab w:val="right" w:pos="8505"/>
      </w:tabs>
    </w:pPr>
    <w:rPr>
      <w:b/>
      <w:sz w:val="18"/>
    </w:rPr>
  </w:style>
  <w:style w:type="character" w:styleId="af">
    <w:name w:val="page number"/>
    <w:rPr>
      <w:b/>
    </w:rPr>
  </w:style>
  <w:style w:type="paragraph" w:styleId="af0">
    <w:name w:val="macro"/>
    <w:basedOn w:val="a0"/>
    <w:semiHidden/>
  </w:style>
  <w:style w:type="paragraph" w:styleId="af1">
    <w:name w:val="Message Header"/>
    <w:basedOn w:val="a0"/>
    <w:pPr>
      <w:keepLines/>
      <w:tabs>
        <w:tab w:val="left" w:pos="3600"/>
        <w:tab w:val="left" w:pos="4680"/>
      </w:tabs>
      <w:ind w:left="1080" w:right="2160" w:hanging="1080"/>
    </w:pPr>
  </w:style>
  <w:style w:type="paragraph" w:styleId="af2">
    <w:name w:val="Salutation"/>
    <w:basedOn w:val="a0"/>
    <w:next w:val="a"/>
    <w:pPr>
      <w:spacing w:after="140"/>
    </w:pPr>
  </w:style>
  <w:style w:type="paragraph" w:styleId="af3">
    <w:name w:val="envelope address"/>
    <w:basedOn w:val="a"/>
    <w:pPr>
      <w:framePr w:w="6804" w:h="2268" w:hRule="exact" w:hSpace="142" w:wrap="auto" w:hAnchor="page" w:xAlign="center" w:yAlign="bottom"/>
      <w:widowControl w:val="0"/>
      <w:overflowPunct/>
      <w:topLinePunct w:val="0"/>
      <w:spacing w:line="360" w:lineRule="atLeast"/>
      <w:ind w:left="2835"/>
    </w:pPr>
    <w:rPr>
      <w:rFonts w:ascii="Times New Roman" w:hAnsi="Times New Roman"/>
      <w:kern w:val="0"/>
      <w:sz w:val="24"/>
    </w:rPr>
  </w:style>
  <w:style w:type="paragraph" w:styleId="af4">
    <w:name w:val="List"/>
    <w:basedOn w:val="a0"/>
    <w:pPr>
      <w:tabs>
        <w:tab w:val="left" w:pos="1588"/>
      </w:tabs>
      <w:ind w:left="596" w:hanging="199"/>
    </w:pPr>
  </w:style>
  <w:style w:type="paragraph" w:styleId="20">
    <w:name w:val="List 2"/>
    <w:basedOn w:val="af4"/>
    <w:pPr>
      <w:tabs>
        <w:tab w:val="clear" w:pos="1588"/>
        <w:tab w:val="left" w:pos="1985"/>
      </w:tabs>
      <w:ind w:left="993"/>
    </w:pPr>
  </w:style>
  <w:style w:type="paragraph" w:styleId="30">
    <w:name w:val="List 3"/>
    <w:basedOn w:val="af4"/>
    <w:pPr>
      <w:tabs>
        <w:tab w:val="clear" w:pos="1588"/>
        <w:tab w:val="left" w:pos="2381"/>
      </w:tabs>
      <w:ind w:left="1390"/>
    </w:pPr>
  </w:style>
  <w:style w:type="paragraph" w:styleId="40">
    <w:name w:val="List 4"/>
    <w:basedOn w:val="af4"/>
    <w:pPr>
      <w:tabs>
        <w:tab w:val="clear" w:pos="1588"/>
        <w:tab w:val="left" w:pos="2778"/>
      </w:tabs>
      <w:ind w:left="1787"/>
    </w:pPr>
  </w:style>
  <w:style w:type="paragraph" w:styleId="50">
    <w:name w:val="List 5"/>
    <w:basedOn w:val="af4"/>
    <w:pPr>
      <w:tabs>
        <w:tab w:val="clear" w:pos="1588"/>
        <w:tab w:val="left" w:pos="3175"/>
      </w:tabs>
      <w:ind w:left="2184"/>
    </w:pPr>
  </w:style>
  <w:style w:type="paragraph" w:customStyle="1" w:styleId="af5">
    <w:name w:val="一覧 始め"/>
    <w:basedOn w:val="af4"/>
    <w:next w:val="af4"/>
    <w:pPr>
      <w:spacing w:before="140"/>
    </w:pPr>
  </w:style>
  <w:style w:type="paragraph" w:customStyle="1" w:styleId="af6">
    <w:name w:val="一覧 終わり"/>
    <w:basedOn w:val="af4"/>
    <w:next w:val="a0"/>
    <w:pPr>
      <w:spacing w:after="140"/>
    </w:pPr>
  </w:style>
  <w:style w:type="paragraph" w:customStyle="1" w:styleId="af7">
    <w:name w:val="引用"/>
    <w:basedOn w:val="a0"/>
    <w:pPr>
      <w:keepLines/>
      <w:ind w:left="397" w:right="397"/>
    </w:pPr>
    <w:rPr>
      <w:rFonts w:ascii="Arial" w:eastAsia="ＭＳ ゴシック" w:hAnsi="Arial"/>
    </w:rPr>
  </w:style>
  <w:style w:type="paragraph" w:customStyle="1" w:styleId="af8">
    <w:name w:val="引用 始め"/>
    <w:basedOn w:val="af7"/>
    <w:next w:val="af7"/>
    <w:pPr>
      <w:spacing w:before="140"/>
    </w:pPr>
  </w:style>
  <w:style w:type="paragraph" w:customStyle="1" w:styleId="af9">
    <w:name w:val="引用 終わり"/>
    <w:basedOn w:val="af7"/>
    <w:next w:val="a0"/>
    <w:pPr>
      <w:spacing w:after="140"/>
    </w:pPr>
  </w:style>
  <w:style w:type="paragraph" w:styleId="afa">
    <w:name w:val="List Bullet"/>
    <w:basedOn w:val="af4"/>
    <w:pPr>
      <w:tabs>
        <w:tab w:val="clear" w:pos="1588"/>
      </w:tabs>
    </w:pPr>
  </w:style>
  <w:style w:type="paragraph" w:styleId="21">
    <w:name w:val="List Bullet 2"/>
    <w:basedOn w:val="afa"/>
    <w:pPr>
      <w:ind w:left="993"/>
    </w:pPr>
  </w:style>
  <w:style w:type="paragraph" w:styleId="31">
    <w:name w:val="List Bullet 3"/>
    <w:basedOn w:val="afa"/>
    <w:pPr>
      <w:ind w:left="1390"/>
    </w:pPr>
  </w:style>
  <w:style w:type="paragraph" w:styleId="41">
    <w:name w:val="List Bullet 4"/>
    <w:basedOn w:val="afa"/>
    <w:pPr>
      <w:ind w:left="1787"/>
    </w:pPr>
  </w:style>
  <w:style w:type="paragraph" w:styleId="51">
    <w:name w:val="List Bullet 5"/>
    <w:basedOn w:val="afa"/>
    <w:pPr>
      <w:ind w:left="2184"/>
    </w:pPr>
  </w:style>
  <w:style w:type="paragraph" w:customStyle="1" w:styleId="afb">
    <w:name w:val="箇条書き 始め"/>
    <w:basedOn w:val="afa"/>
    <w:next w:val="afa"/>
    <w:pPr>
      <w:spacing w:before="140"/>
    </w:pPr>
  </w:style>
  <w:style w:type="paragraph" w:customStyle="1" w:styleId="afc">
    <w:name w:val="箇条書き 終わり"/>
    <w:basedOn w:val="afa"/>
    <w:next w:val="a0"/>
    <w:pPr>
      <w:spacing w:after="140"/>
    </w:pPr>
  </w:style>
  <w:style w:type="paragraph" w:styleId="afd">
    <w:name w:val="List Continue"/>
    <w:basedOn w:val="af4"/>
    <w:pPr>
      <w:tabs>
        <w:tab w:val="clear" w:pos="1588"/>
      </w:tabs>
      <w:ind w:left="595" w:firstLine="0"/>
    </w:pPr>
  </w:style>
  <w:style w:type="paragraph" w:styleId="22">
    <w:name w:val="List Continue 2"/>
    <w:basedOn w:val="afd"/>
    <w:pPr>
      <w:ind w:left="992"/>
    </w:pPr>
  </w:style>
  <w:style w:type="paragraph" w:styleId="32">
    <w:name w:val="List Continue 3"/>
    <w:basedOn w:val="afd"/>
    <w:pPr>
      <w:ind w:left="1389"/>
    </w:pPr>
  </w:style>
  <w:style w:type="paragraph" w:styleId="42">
    <w:name w:val="List Continue 4"/>
    <w:basedOn w:val="afd"/>
    <w:pPr>
      <w:ind w:left="1786"/>
    </w:pPr>
  </w:style>
  <w:style w:type="paragraph" w:styleId="52">
    <w:name w:val="List Continue 5"/>
    <w:basedOn w:val="afd"/>
    <w:pPr>
      <w:ind w:left="2183"/>
    </w:pPr>
  </w:style>
  <w:style w:type="paragraph" w:customStyle="1" w:styleId="afe">
    <w:name w:val="会社名"/>
    <w:basedOn w:val="a0"/>
    <w:next w:val="a"/>
    <w:pPr>
      <w:keepNext/>
      <w:keepLines/>
      <w:pBdr>
        <w:bottom w:val="single" w:sz="6" w:space="4" w:color="auto"/>
      </w:pBdr>
      <w:spacing w:before="120" w:after="60"/>
      <w:ind w:left="360" w:hanging="360"/>
    </w:pPr>
    <w:rPr>
      <w:rFonts w:ascii="Arial" w:eastAsia="ＭＳ ゴシック" w:hAnsi="Arial"/>
      <w:b/>
    </w:rPr>
  </w:style>
  <w:style w:type="paragraph" w:customStyle="1" w:styleId="aff">
    <w:name w:val="脚注基準"/>
    <w:basedOn w:val="a"/>
    <w:link w:val="aff0"/>
    <w:pPr>
      <w:keepLines/>
      <w:tabs>
        <w:tab w:val="left" w:pos="187"/>
      </w:tabs>
      <w:spacing w:line="220" w:lineRule="exact"/>
      <w:ind w:left="187" w:hanging="187"/>
    </w:pPr>
    <w:rPr>
      <w:sz w:val="18"/>
    </w:rPr>
  </w:style>
  <w:style w:type="character" w:styleId="aff1">
    <w:name w:val="footnote reference"/>
    <w:semiHidden/>
    <w:rPr>
      <w:b/>
      <w:vertAlign w:val="superscript"/>
    </w:rPr>
  </w:style>
  <w:style w:type="paragraph" w:styleId="aff2">
    <w:name w:val="footnote text"/>
    <w:basedOn w:val="aff"/>
    <w:semiHidden/>
  </w:style>
  <w:style w:type="character" w:customStyle="1" w:styleId="aff3">
    <w:name w:val="強調"/>
    <w:rPr>
      <w:rFonts w:ascii="Arial" w:eastAsia="ＭＳ ゴシック" w:hAnsi="Arial"/>
      <w:b/>
    </w:rPr>
  </w:style>
  <w:style w:type="paragraph" w:styleId="aff4">
    <w:name w:val="Closing"/>
    <w:basedOn w:val="a0"/>
    <w:next w:val="a"/>
    <w:pPr>
      <w:keepNext/>
      <w:spacing w:before="140"/>
      <w:jc w:val="right"/>
    </w:pPr>
  </w:style>
  <w:style w:type="paragraph" w:customStyle="1" w:styleId="aff5">
    <w:name w:val="見出し基準"/>
    <w:basedOn w:val="a"/>
    <w:next w:val="a0"/>
    <w:pPr>
      <w:keepNext/>
      <w:keepLines/>
      <w:spacing w:before="360" w:after="120" w:line="240" w:lineRule="auto"/>
      <w:jc w:val="left"/>
    </w:pPr>
    <w:rPr>
      <w:rFonts w:ascii="Arial" w:eastAsia="ＭＳ ゴシック" w:hAnsi="Arial"/>
      <w:b/>
      <w:kern w:val="28"/>
      <w:sz w:val="28"/>
    </w:rPr>
  </w:style>
  <w:style w:type="character" w:styleId="aff6">
    <w:name w:val="line number"/>
    <w:rPr>
      <w:sz w:val="18"/>
    </w:rPr>
  </w:style>
  <w:style w:type="paragraph" w:styleId="aff7">
    <w:name w:val="envelope return"/>
    <w:basedOn w:val="a"/>
    <w:pPr>
      <w:keepLines/>
      <w:ind w:right="5040"/>
    </w:pPr>
  </w:style>
  <w:style w:type="paragraph" w:customStyle="1" w:styleId="aff8">
    <w:name w:val="作成者ｲﾆｼｬﾙ"/>
    <w:basedOn w:val="a0"/>
    <w:next w:val="a"/>
  </w:style>
  <w:style w:type="paragraph" w:customStyle="1" w:styleId="aff9">
    <w:name w:val="住所"/>
    <w:basedOn w:val="a0"/>
    <w:next w:val="a"/>
    <w:pPr>
      <w:keepLines/>
    </w:pPr>
  </w:style>
  <w:style w:type="paragraph" w:styleId="affa">
    <w:name w:val="Signature"/>
    <w:basedOn w:val="a0"/>
    <w:pPr>
      <w:keepLines/>
      <w:spacing w:line="300" w:lineRule="exact"/>
      <w:jc w:val="right"/>
    </w:pPr>
  </w:style>
  <w:style w:type="paragraph" w:customStyle="1" w:styleId="affb">
    <w:name w:val="署名 会社名"/>
    <w:basedOn w:val="affa"/>
    <w:next w:val="a"/>
    <w:pPr>
      <w:keepNext/>
      <w:spacing w:before="284" w:after="80" w:line="240" w:lineRule="auto"/>
    </w:pPr>
    <w:rPr>
      <w:sz w:val="24"/>
    </w:rPr>
  </w:style>
  <w:style w:type="paragraph" w:customStyle="1" w:styleId="affc">
    <w:name w:val="署名 部署"/>
    <w:basedOn w:val="affa"/>
    <w:next w:val="affa"/>
    <w:pPr>
      <w:keepNext/>
    </w:pPr>
  </w:style>
  <w:style w:type="paragraph" w:customStyle="1" w:styleId="affd">
    <w:name w:val="署名 名前"/>
    <w:basedOn w:val="affa"/>
    <w:next w:val="affc"/>
    <w:pPr>
      <w:keepNext/>
      <w:spacing w:line="240" w:lineRule="auto"/>
    </w:pPr>
  </w:style>
  <w:style w:type="character" w:customStyle="1" w:styleId="affe">
    <w:name w:val="上付き"/>
    <w:rPr>
      <w:b/>
      <w:vertAlign w:val="superscript"/>
    </w:rPr>
  </w:style>
  <w:style w:type="paragraph" w:customStyle="1" w:styleId="afff">
    <w:name w:val="図"/>
    <w:basedOn w:val="a0"/>
    <w:next w:val="afff0"/>
    <w:pPr>
      <w:keepNext/>
      <w:spacing w:before="120"/>
    </w:pPr>
  </w:style>
  <w:style w:type="paragraph" w:styleId="afff0">
    <w:name w:val="caption"/>
    <w:basedOn w:val="afff"/>
    <w:next w:val="a0"/>
    <w:qFormat/>
    <w:pPr>
      <w:spacing w:after="240"/>
    </w:pPr>
    <w:rPr>
      <w:rFonts w:ascii="Arial" w:eastAsia="ＭＳ ゴシック" w:hAnsi="Arial"/>
    </w:rPr>
  </w:style>
  <w:style w:type="paragraph" w:styleId="afff1">
    <w:name w:val="List Number"/>
    <w:basedOn w:val="af4"/>
    <w:pPr>
      <w:tabs>
        <w:tab w:val="clear" w:pos="1588"/>
      </w:tabs>
      <w:ind w:hanging="397"/>
    </w:pPr>
  </w:style>
  <w:style w:type="paragraph" w:styleId="23">
    <w:name w:val="List Number 2"/>
    <w:basedOn w:val="afff1"/>
    <w:pPr>
      <w:ind w:left="992"/>
    </w:pPr>
  </w:style>
  <w:style w:type="paragraph" w:styleId="33">
    <w:name w:val="List Number 3"/>
    <w:basedOn w:val="afff1"/>
    <w:pPr>
      <w:ind w:left="1389"/>
    </w:pPr>
  </w:style>
  <w:style w:type="paragraph" w:styleId="43">
    <w:name w:val="List Number 4"/>
    <w:basedOn w:val="afff1"/>
    <w:pPr>
      <w:ind w:left="1786"/>
    </w:pPr>
  </w:style>
  <w:style w:type="paragraph" w:styleId="53">
    <w:name w:val="List Number 5"/>
    <w:basedOn w:val="afff1"/>
    <w:pPr>
      <w:ind w:left="2183"/>
    </w:pPr>
  </w:style>
  <w:style w:type="paragraph" w:customStyle="1" w:styleId="afff2">
    <w:name w:val="段落番号 始め"/>
    <w:basedOn w:val="afff1"/>
    <w:next w:val="afff1"/>
    <w:pPr>
      <w:spacing w:before="140"/>
    </w:pPr>
  </w:style>
  <w:style w:type="paragraph" w:customStyle="1" w:styleId="afff3">
    <w:name w:val="段落番号 終わり"/>
    <w:basedOn w:val="afff1"/>
    <w:next w:val="a0"/>
    <w:pPr>
      <w:spacing w:after="140"/>
    </w:pPr>
  </w:style>
  <w:style w:type="character" w:styleId="afff4">
    <w:name w:val="annotation reference"/>
    <w:semiHidden/>
    <w:rPr>
      <w:sz w:val="16"/>
    </w:rPr>
  </w:style>
  <w:style w:type="paragraph" w:styleId="afff5">
    <w:name w:val="annotation text"/>
    <w:basedOn w:val="aff"/>
    <w:link w:val="afff6"/>
    <w:semiHidden/>
    <w:pPr>
      <w:spacing w:after="120"/>
    </w:pPr>
  </w:style>
  <w:style w:type="paragraph" w:customStyle="1" w:styleId="afff7">
    <w:name w:val="注目"/>
    <w:basedOn w:val="a0"/>
    <w:next w:val="af2"/>
    <w:pPr>
      <w:spacing w:before="120"/>
    </w:pPr>
    <w:rPr>
      <w:i/>
    </w:rPr>
  </w:style>
  <w:style w:type="paragraph" w:customStyle="1" w:styleId="afff8">
    <w:name w:val="同封"/>
    <w:basedOn w:val="a0"/>
    <w:next w:val="a4"/>
    <w:pPr>
      <w:keepLines/>
    </w:pPr>
  </w:style>
  <w:style w:type="character" w:customStyle="1" w:styleId="afff9">
    <w:name w:val="導入強調"/>
    <w:rPr>
      <w:b/>
      <w:i/>
    </w:rPr>
  </w:style>
  <w:style w:type="paragraph" w:styleId="afffa">
    <w:name w:val="Date"/>
    <w:basedOn w:val="a0"/>
    <w:next w:val="a"/>
    <w:pPr>
      <w:spacing w:before="560" w:after="280"/>
      <w:jc w:val="right"/>
    </w:pPr>
  </w:style>
  <w:style w:type="character" w:styleId="afffb">
    <w:name w:val="endnote reference"/>
    <w:semiHidden/>
    <w:rPr>
      <w:b/>
      <w:vertAlign w:val="superscript"/>
    </w:rPr>
  </w:style>
  <w:style w:type="paragraph" w:styleId="afffc">
    <w:name w:val="endnote text"/>
    <w:basedOn w:val="aff"/>
    <w:semiHidden/>
  </w:style>
  <w:style w:type="paragraph" w:customStyle="1" w:styleId="afffd">
    <w:name w:val="返送先"/>
    <w:basedOn w:val="aff9"/>
    <w:next w:val="afffa"/>
    <w:pPr>
      <w:ind w:right="4321"/>
      <w:jc w:val="left"/>
    </w:pPr>
  </w:style>
  <w:style w:type="paragraph" w:styleId="afffe">
    <w:name w:val="Body Text Indent"/>
    <w:basedOn w:val="a0"/>
    <w:pPr>
      <w:ind w:left="595"/>
    </w:pPr>
  </w:style>
  <w:style w:type="paragraph" w:customStyle="1" w:styleId="affff">
    <w:name w:val="本文宛先"/>
    <w:basedOn w:val="aff9"/>
    <w:next w:val="afff7"/>
    <w:pPr>
      <w:spacing w:line="320" w:lineRule="exact"/>
    </w:pPr>
    <w:rPr>
      <w:sz w:val="22"/>
    </w:rPr>
  </w:style>
  <w:style w:type="paragraph" w:customStyle="1" w:styleId="affff0">
    <w:name w:val="本文宛先 会社名"/>
    <w:basedOn w:val="aff9"/>
    <w:next w:val="aff9"/>
    <w:pPr>
      <w:spacing w:after="80" w:line="320" w:lineRule="exact"/>
    </w:pPr>
    <w:rPr>
      <w:sz w:val="28"/>
    </w:rPr>
  </w:style>
  <w:style w:type="paragraph" w:customStyle="1" w:styleId="affff1">
    <w:name w:val="本文分離禁止"/>
    <w:basedOn w:val="a0"/>
    <w:next w:val="aff4"/>
    <w:pPr>
      <w:keepNext/>
    </w:pPr>
  </w:style>
  <w:style w:type="paragraph" w:customStyle="1" w:styleId="affff2">
    <w:name w:val="要件"/>
    <w:basedOn w:val="a0"/>
    <w:next w:val="a0"/>
    <w:pPr>
      <w:spacing w:before="560" w:after="440" w:line="240" w:lineRule="auto"/>
    </w:pPr>
    <w:rPr>
      <w:b/>
      <w:kern w:val="26"/>
      <w:sz w:val="26"/>
    </w:rPr>
  </w:style>
  <w:style w:type="character" w:customStyle="1" w:styleId="affff3">
    <w:name w:val="ﾗﾍﾞﾙ"/>
    <w:basedOn w:val="a1"/>
  </w:style>
  <w:style w:type="paragraph" w:customStyle="1" w:styleId="affff4">
    <w:name w:val="文書ﾗﾍﾞﾙ"/>
    <w:basedOn w:val="a"/>
  </w:style>
  <w:style w:type="character" w:styleId="affff5">
    <w:name w:val="Hyperlink"/>
    <w:rPr>
      <w:color w:val="0000FF"/>
      <w:u w:val="single"/>
    </w:rPr>
  </w:style>
  <w:style w:type="paragraph" w:styleId="24">
    <w:name w:val="Body Text 2"/>
    <w:basedOn w:val="a"/>
    <w:rPr>
      <w:sz w:val="24"/>
    </w:rPr>
  </w:style>
  <w:style w:type="paragraph" w:styleId="affff6">
    <w:name w:val="Balloon Text"/>
    <w:basedOn w:val="a"/>
    <w:semiHidden/>
    <w:rPr>
      <w:rFonts w:ascii="Arial" w:eastAsia="ＭＳ ゴシック" w:hAnsi="Arial"/>
      <w:sz w:val="18"/>
      <w:szCs w:val="18"/>
    </w:rPr>
  </w:style>
  <w:style w:type="table" w:styleId="affff7">
    <w:name w:val="Table Grid"/>
    <w:basedOn w:val="a2"/>
    <w:uiPriority w:val="39"/>
    <w:rsid w:val="007B5BE7"/>
    <w:pPr>
      <w:overflowPunct w:val="0"/>
      <w:topLinePunct/>
      <w:adjustRightInd w:val="0"/>
      <w:spacing w:line="28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ヘッダー (文字)"/>
    <w:link w:val="a9"/>
    <w:locked/>
    <w:rsid w:val="002F07F1"/>
    <w:rPr>
      <w:rFonts w:ascii="Century" w:eastAsia="ＭＳ 明朝" w:hAnsi="Century"/>
      <w:b/>
      <w:kern w:val="22"/>
      <w:sz w:val="18"/>
      <w:szCs w:val="36"/>
      <w:lang w:val="en-US" w:eastAsia="ja-JP" w:bidi="he-IL"/>
    </w:rPr>
  </w:style>
  <w:style w:type="paragraph" w:styleId="affff8">
    <w:name w:val="List Paragraph"/>
    <w:basedOn w:val="a"/>
    <w:uiPriority w:val="34"/>
    <w:qFormat/>
    <w:rsid w:val="00E72A6A"/>
    <w:pPr>
      <w:ind w:leftChars="400" w:left="840"/>
    </w:pPr>
  </w:style>
  <w:style w:type="paragraph" w:styleId="affff9">
    <w:name w:val="annotation subject"/>
    <w:basedOn w:val="afff5"/>
    <w:next w:val="afff5"/>
    <w:link w:val="affffa"/>
    <w:semiHidden/>
    <w:unhideWhenUsed/>
    <w:rsid w:val="00146AE6"/>
    <w:pPr>
      <w:keepLines w:val="0"/>
      <w:tabs>
        <w:tab w:val="clear" w:pos="187"/>
      </w:tabs>
      <w:spacing w:after="0" w:line="280" w:lineRule="exact"/>
      <w:ind w:left="0" w:firstLine="0"/>
      <w:jc w:val="left"/>
    </w:pPr>
    <w:rPr>
      <w:b/>
      <w:bCs/>
      <w:sz w:val="20"/>
    </w:rPr>
  </w:style>
  <w:style w:type="character" w:customStyle="1" w:styleId="aff0">
    <w:name w:val="脚注基準 (文字)"/>
    <w:basedOn w:val="a1"/>
    <w:link w:val="aff"/>
    <w:rsid w:val="00146AE6"/>
    <w:rPr>
      <w:rFonts w:ascii="Century" w:eastAsia="ＭＳ 明朝" w:hAnsi="Century"/>
      <w:kern w:val="22"/>
      <w:sz w:val="18"/>
      <w:szCs w:val="36"/>
      <w:lang w:bidi="he-IL"/>
    </w:rPr>
  </w:style>
  <w:style w:type="character" w:customStyle="1" w:styleId="afff6">
    <w:name w:val="コメント文字列 (文字)"/>
    <w:basedOn w:val="aff0"/>
    <w:link w:val="afff5"/>
    <w:semiHidden/>
    <w:rsid w:val="00146AE6"/>
    <w:rPr>
      <w:rFonts w:ascii="Century" w:eastAsia="ＭＳ 明朝" w:hAnsi="Century"/>
      <w:kern w:val="22"/>
      <w:sz w:val="18"/>
      <w:szCs w:val="36"/>
      <w:lang w:bidi="he-IL"/>
    </w:rPr>
  </w:style>
  <w:style w:type="character" w:customStyle="1" w:styleId="affffa">
    <w:name w:val="コメント内容 (文字)"/>
    <w:basedOn w:val="afff6"/>
    <w:link w:val="affff9"/>
    <w:semiHidden/>
    <w:rsid w:val="00146AE6"/>
    <w:rPr>
      <w:rFonts w:ascii="Century" w:eastAsia="ＭＳ 明朝" w:hAnsi="Century"/>
      <w:b/>
      <w:bCs/>
      <w:kern w:val="22"/>
      <w:sz w:val="18"/>
      <w:szCs w:val="36"/>
      <w:lang w:bidi="he-IL"/>
    </w:rPr>
  </w:style>
  <w:style w:type="character" w:styleId="affffb">
    <w:name w:val="Emphasis"/>
    <w:basedOn w:val="a1"/>
    <w:uiPriority w:val="20"/>
    <w:qFormat/>
    <w:rsid w:val="00FE0EBA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6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1\&#65434;&#65408;&#65392;%201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D697C-D0F8-40C3-9BC4-857F00E74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ﾚﾀｰ 1</Template>
  <TotalTime>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Japanese Letter Template</vt:lpstr>
    </vt:vector>
  </TitlesOfParts>
  <Company>Toshiba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kato</dc:creator>
  <cp:lastModifiedBy>泰伺 中野</cp:lastModifiedBy>
  <cp:revision>3</cp:revision>
  <cp:lastPrinted>2020-01-29T10:11:00Z</cp:lastPrinted>
  <dcterms:created xsi:type="dcterms:W3CDTF">2025-02-15T06:17:00Z</dcterms:created>
  <dcterms:modified xsi:type="dcterms:W3CDTF">2026-02-02T04:36:00Z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i4>1041</vt:i4>
  </property>
</Properties>
</file>